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F0E0A" w14:textId="77777777" w:rsidR="0069308B" w:rsidRPr="00C27636" w:rsidRDefault="00590C5C" w:rsidP="0069308B">
      <w:pPr>
        <w:pStyle w:val="Bezmezer"/>
        <w:rPr>
          <w:b/>
          <w:sz w:val="24"/>
          <w:szCs w:val="24"/>
        </w:rPr>
      </w:pPr>
      <w:r w:rsidRPr="00C27636">
        <w:rPr>
          <w:b/>
          <w:sz w:val="24"/>
          <w:szCs w:val="24"/>
        </w:rPr>
        <w:t>Příloh</w:t>
      </w:r>
      <w:r w:rsidR="0069308B" w:rsidRPr="00C27636">
        <w:rPr>
          <w:b/>
          <w:sz w:val="24"/>
          <w:szCs w:val="24"/>
        </w:rPr>
        <w:t xml:space="preserve">a č. 1 Rámcové </w:t>
      </w:r>
      <w:r w:rsidR="008F07E9" w:rsidRPr="00C27636">
        <w:rPr>
          <w:b/>
          <w:sz w:val="24"/>
          <w:szCs w:val="24"/>
        </w:rPr>
        <w:t>dohody</w:t>
      </w:r>
    </w:p>
    <w:p w14:paraId="195A7BB0" w14:textId="77777777" w:rsidR="0069308B" w:rsidRPr="00C27636" w:rsidRDefault="0069308B" w:rsidP="0069308B">
      <w:pPr>
        <w:pStyle w:val="Bezmezer"/>
        <w:rPr>
          <w:b/>
          <w:sz w:val="24"/>
          <w:szCs w:val="24"/>
        </w:rPr>
      </w:pPr>
    </w:p>
    <w:p w14:paraId="3F47D18D" w14:textId="77777777" w:rsidR="0069308B" w:rsidRPr="00C27636" w:rsidRDefault="0069308B" w:rsidP="0069308B">
      <w:pPr>
        <w:pStyle w:val="Bezmezer"/>
        <w:rPr>
          <w:b/>
          <w:sz w:val="24"/>
          <w:szCs w:val="24"/>
        </w:rPr>
      </w:pPr>
    </w:p>
    <w:p w14:paraId="413ED40E" w14:textId="77777777" w:rsidR="0069308B" w:rsidRPr="00C27636" w:rsidRDefault="0069308B" w:rsidP="0069308B">
      <w:pPr>
        <w:pStyle w:val="Bezmezer"/>
        <w:rPr>
          <w:szCs w:val="20"/>
        </w:rPr>
      </w:pPr>
    </w:p>
    <w:p w14:paraId="225A0204" w14:textId="77777777" w:rsidR="0069308B" w:rsidRPr="00C27636" w:rsidRDefault="0069308B" w:rsidP="0069308B">
      <w:pPr>
        <w:pStyle w:val="Bezmezer"/>
        <w:rPr>
          <w:szCs w:val="20"/>
        </w:rPr>
      </w:pPr>
    </w:p>
    <w:p w14:paraId="720C20A0" w14:textId="77777777" w:rsidR="0069308B" w:rsidRPr="00C27636" w:rsidRDefault="0069308B" w:rsidP="0069308B">
      <w:pPr>
        <w:pStyle w:val="Bezmezer"/>
        <w:rPr>
          <w:szCs w:val="20"/>
        </w:rPr>
      </w:pPr>
    </w:p>
    <w:p w14:paraId="564C9DC6" w14:textId="77777777" w:rsidR="0069308B" w:rsidRPr="00C27636" w:rsidRDefault="0069308B" w:rsidP="0069308B">
      <w:pPr>
        <w:pStyle w:val="Bezmezer"/>
        <w:rPr>
          <w:szCs w:val="20"/>
        </w:rPr>
      </w:pPr>
    </w:p>
    <w:p w14:paraId="544D9450" w14:textId="77777777" w:rsidR="0069308B" w:rsidRPr="00C27636" w:rsidRDefault="0069308B" w:rsidP="0069308B">
      <w:pPr>
        <w:pStyle w:val="Bezmezer"/>
        <w:rPr>
          <w:szCs w:val="20"/>
        </w:rPr>
      </w:pPr>
    </w:p>
    <w:p w14:paraId="3F3FA3AB" w14:textId="77777777" w:rsidR="0069308B" w:rsidRPr="00C27636" w:rsidRDefault="0069308B" w:rsidP="0069308B">
      <w:pPr>
        <w:pStyle w:val="Bezmezer"/>
        <w:rPr>
          <w:szCs w:val="20"/>
        </w:rPr>
      </w:pPr>
    </w:p>
    <w:p w14:paraId="0776B276" w14:textId="77777777" w:rsidR="0069308B" w:rsidRPr="00C27636" w:rsidRDefault="0069308B" w:rsidP="0069308B">
      <w:pPr>
        <w:pStyle w:val="Bezmezer"/>
        <w:rPr>
          <w:szCs w:val="20"/>
        </w:rPr>
      </w:pPr>
    </w:p>
    <w:p w14:paraId="6FA91C73" w14:textId="77777777" w:rsidR="0069308B" w:rsidRPr="00C27636" w:rsidRDefault="0069308B" w:rsidP="0069308B">
      <w:pPr>
        <w:pStyle w:val="Bezmezer"/>
        <w:rPr>
          <w:szCs w:val="20"/>
        </w:rPr>
      </w:pPr>
    </w:p>
    <w:p w14:paraId="45B561D6" w14:textId="77777777" w:rsidR="0069308B" w:rsidRPr="00C27636" w:rsidRDefault="0069308B" w:rsidP="0069308B">
      <w:pPr>
        <w:pStyle w:val="Bezmezer"/>
        <w:jc w:val="center"/>
        <w:rPr>
          <w:b/>
          <w:caps/>
          <w:sz w:val="52"/>
          <w:szCs w:val="52"/>
        </w:rPr>
      </w:pPr>
      <w:r w:rsidRPr="00C27636">
        <w:rPr>
          <w:b/>
          <w:caps/>
          <w:sz w:val="52"/>
          <w:szCs w:val="52"/>
        </w:rPr>
        <w:t>Technické podmínky</w:t>
      </w:r>
    </w:p>
    <w:p w14:paraId="5A772489" w14:textId="77777777" w:rsidR="0069308B" w:rsidRPr="00C27636" w:rsidRDefault="0069308B" w:rsidP="0069308B">
      <w:pPr>
        <w:pStyle w:val="Bezmezer"/>
        <w:jc w:val="center"/>
        <w:rPr>
          <w:szCs w:val="20"/>
        </w:rPr>
      </w:pPr>
    </w:p>
    <w:p w14:paraId="27C174C9" w14:textId="77777777" w:rsidR="0069308B" w:rsidRPr="00C27636" w:rsidRDefault="0069308B" w:rsidP="0069308B">
      <w:pPr>
        <w:pStyle w:val="Bezmezer"/>
        <w:jc w:val="center"/>
        <w:rPr>
          <w:szCs w:val="20"/>
        </w:rPr>
      </w:pPr>
    </w:p>
    <w:p w14:paraId="43AA14C4" w14:textId="77777777" w:rsidR="0069308B" w:rsidRPr="00C27636" w:rsidRDefault="0069308B" w:rsidP="0069308B">
      <w:pPr>
        <w:pStyle w:val="Bezmezer"/>
        <w:jc w:val="center"/>
        <w:rPr>
          <w:szCs w:val="20"/>
        </w:rPr>
      </w:pPr>
      <w:r w:rsidRPr="00C27636">
        <w:rPr>
          <w:szCs w:val="20"/>
        </w:rPr>
        <w:t>Rámcová dohoda</w:t>
      </w:r>
    </w:p>
    <w:p w14:paraId="6EEB838F" w14:textId="77777777" w:rsidR="0069308B" w:rsidRPr="00C27636" w:rsidRDefault="0069308B" w:rsidP="0069308B">
      <w:pPr>
        <w:pStyle w:val="Bezmezer"/>
        <w:jc w:val="center"/>
        <w:rPr>
          <w:szCs w:val="20"/>
        </w:rPr>
      </w:pPr>
    </w:p>
    <w:p w14:paraId="5C22F56A" w14:textId="77777777" w:rsidR="0069308B" w:rsidRPr="00C27636" w:rsidRDefault="0069308B" w:rsidP="0069308B">
      <w:pPr>
        <w:pStyle w:val="Bezmezer"/>
        <w:jc w:val="center"/>
        <w:rPr>
          <w:b/>
          <w:sz w:val="24"/>
          <w:szCs w:val="24"/>
        </w:rPr>
      </w:pPr>
    </w:p>
    <w:p w14:paraId="442DD613" w14:textId="1B2DBC44" w:rsidR="0069308B" w:rsidRPr="00C27636" w:rsidRDefault="0069308B" w:rsidP="0069308B">
      <w:pPr>
        <w:pStyle w:val="Bezmezer"/>
        <w:jc w:val="center"/>
        <w:rPr>
          <w:b/>
          <w:sz w:val="24"/>
          <w:szCs w:val="24"/>
        </w:rPr>
      </w:pPr>
      <w:r w:rsidRPr="00C27636">
        <w:rPr>
          <w:b/>
          <w:sz w:val="24"/>
          <w:szCs w:val="24"/>
        </w:rPr>
        <w:t xml:space="preserve">„Obvod OŘ </w:t>
      </w:r>
      <w:r w:rsidR="004A7471" w:rsidRPr="00C27636">
        <w:rPr>
          <w:b/>
          <w:sz w:val="24"/>
          <w:szCs w:val="24"/>
        </w:rPr>
        <w:t xml:space="preserve">Brno </w:t>
      </w:r>
      <w:r w:rsidR="00E62D5D" w:rsidRPr="00C27636">
        <w:rPr>
          <w:b/>
          <w:sz w:val="24"/>
          <w:szCs w:val="24"/>
        </w:rPr>
        <w:t>–</w:t>
      </w:r>
      <w:r w:rsidRPr="00C27636">
        <w:rPr>
          <w:b/>
          <w:sz w:val="24"/>
          <w:szCs w:val="24"/>
        </w:rPr>
        <w:t xml:space="preserve"> </w:t>
      </w:r>
      <w:r w:rsidR="00E62D5D" w:rsidRPr="00C27636">
        <w:rPr>
          <w:b/>
          <w:sz w:val="24"/>
          <w:szCs w:val="24"/>
        </w:rPr>
        <w:t>údržba a opravy</w:t>
      </w:r>
      <w:r w:rsidRPr="00C27636">
        <w:rPr>
          <w:b/>
          <w:sz w:val="24"/>
          <w:szCs w:val="24"/>
        </w:rPr>
        <w:t xml:space="preserve"> </w:t>
      </w:r>
      <w:r w:rsidR="003C26D7" w:rsidRPr="00C27636">
        <w:rPr>
          <w:b/>
          <w:sz w:val="24"/>
          <w:szCs w:val="24"/>
        </w:rPr>
        <w:t>bytového fondu</w:t>
      </w:r>
      <w:r w:rsidRPr="00C27636">
        <w:rPr>
          <w:b/>
          <w:sz w:val="24"/>
          <w:szCs w:val="24"/>
        </w:rPr>
        <w:t>"</w:t>
      </w:r>
    </w:p>
    <w:p w14:paraId="2D7A6654" w14:textId="77777777" w:rsidR="0069308B" w:rsidRPr="00C27636" w:rsidRDefault="0069308B" w:rsidP="0069308B">
      <w:pPr>
        <w:pStyle w:val="Bezmezer"/>
        <w:rPr>
          <w:szCs w:val="20"/>
        </w:rPr>
      </w:pPr>
    </w:p>
    <w:p w14:paraId="4BB46CAC" w14:textId="77777777" w:rsidR="0069308B" w:rsidRPr="00C27636" w:rsidRDefault="0069308B" w:rsidP="0069308B">
      <w:pPr>
        <w:pStyle w:val="Bezmezer"/>
        <w:rPr>
          <w:szCs w:val="20"/>
        </w:rPr>
      </w:pPr>
    </w:p>
    <w:p w14:paraId="63B9D940" w14:textId="77777777" w:rsidR="0069308B" w:rsidRPr="00C27636" w:rsidRDefault="0069308B" w:rsidP="0069308B">
      <w:pPr>
        <w:pStyle w:val="Bezmezer"/>
        <w:spacing w:line="276" w:lineRule="auto"/>
        <w:jc w:val="center"/>
        <w:rPr>
          <w:szCs w:val="20"/>
        </w:rPr>
      </w:pPr>
      <w:r w:rsidRPr="00C27636">
        <w:rPr>
          <w:szCs w:val="20"/>
        </w:rPr>
        <w:t>Obvod Oblastního ředitelství Brno –</w:t>
      </w:r>
      <w:r w:rsidR="00B650D9" w:rsidRPr="00C27636">
        <w:rPr>
          <w:szCs w:val="20"/>
        </w:rPr>
        <w:t xml:space="preserve"> </w:t>
      </w:r>
      <w:r w:rsidRPr="00C27636">
        <w:rPr>
          <w:szCs w:val="20"/>
        </w:rPr>
        <w:t>Jihomoravský kraj a Kraj Vysočina</w:t>
      </w:r>
    </w:p>
    <w:p w14:paraId="6BD05320" w14:textId="77777777" w:rsidR="0069308B" w:rsidRPr="00C27636" w:rsidRDefault="0069308B" w:rsidP="0069308B">
      <w:pPr>
        <w:pStyle w:val="Bezmezer"/>
        <w:rPr>
          <w:szCs w:val="20"/>
        </w:rPr>
      </w:pPr>
    </w:p>
    <w:p w14:paraId="3211DB87" w14:textId="77777777" w:rsidR="0069308B" w:rsidRPr="00C27636" w:rsidRDefault="0069308B" w:rsidP="0069308B">
      <w:pPr>
        <w:pStyle w:val="Bezmezer"/>
        <w:rPr>
          <w:szCs w:val="20"/>
        </w:rPr>
      </w:pPr>
    </w:p>
    <w:p w14:paraId="721F88E8" w14:textId="77777777" w:rsidR="0069308B" w:rsidRPr="00C27636" w:rsidRDefault="0069308B" w:rsidP="0069308B">
      <w:pPr>
        <w:pStyle w:val="Bezmezer"/>
        <w:rPr>
          <w:szCs w:val="20"/>
        </w:rPr>
      </w:pPr>
    </w:p>
    <w:p w14:paraId="3ED41555" w14:textId="77777777" w:rsidR="0069308B" w:rsidRPr="00C27636" w:rsidRDefault="0069308B" w:rsidP="0069308B">
      <w:pPr>
        <w:pStyle w:val="Bezmezer"/>
        <w:rPr>
          <w:szCs w:val="20"/>
        </w:rPr>
      </w:pPr>
    </w:p>
    <w:p w14:paraId="69432AD4" w14:textId="77777777" w:rsidR="0069308B" w:rsidRPr="00C27636" w:rsidRDefault="0069308B" w:rsidP="0069308B">
      <w:pPr>
        <w:pStyle w:val="Bezmezer"/>
        <w:rPr>
          <w:szCs w:val="20"/>
        </w:rPr>
      </w:pPr>
    </w:p>
    <w:p w14:paraId="50CEF5C2" w14:textId="77777777" w:rsidR="0069308B" w:rsidRPr="00C27636" w:rsidRDefault="0069308B" w:rsidP="0069308B">
      <w:pPr>
        <w:pStyle w:val="Bezmezer"/>
        <w:rPr>
          <w:szCs w:val="20"/>
        </w:rPr>
      </w:pPr>
    </w:p>
    <w:p w14:paraId="2EB6FF26" w14:textId="77777777" w:rsidR="0069308B" w:rsidRPr="00C27636" w:rsidRDefault="0069308B" w:rsidP="0069308B">
      <w:pPr>
        <w:pStyle w:val="Bezmezer"/>
        <w:rPr>
          <w:szCs w:val="20"/>
        </w:rPr>
      </w:pPr>
    </w:p>
    <w:p w14:paraId="3D672F52" w14:textId="77777777" w:rsidR="0069308B" w:rsidRPr="00C27636" w:rsidRDefault="0069308B" w:rsidP="0069308B">
      <w:pPr>
        <w:pStyle w:val="Bezmezer"/>
        <w:rPr>
          <w:szCs w:val="20"/>
        </w:rPr>
      </w:pPr>
    </w:p>
    <w:p w14:paraId="3A8F2073" w14:textId="77777777" w:rsidR="0069308B" w:rsidRPr="00C27636" w:rsidRDefault="0069308B" w:rsidP="0069308B">
      <w:pPr>
        <w:pStyle w:val="Bezmezer"/>
        <w:rPr>
          <w:szCs w:val="20"/>
        </w:rPr>
      </w:pPr>
    </w:p>
    <w:p w14:paraId="1FDCB671" w14:textId="77777777" w:rsidR="0069308B" w:rsidRPr="00C27636" w:rsidRDefault="0069308B" w:rsidP="0069308B">
      <w:pPr>
        <w:pStyle w:val="Bezmezer"/>
        <w:rPr>
          <w:szCs w:val="20"/>
        </w:rPr>
      </w:pPr>
    </w:p>
    <w:p w14:paraId="714FDEA5" w14:textId="77777777" w:rsidR="0069308B" w:rsidRPr="00C27636" w:rsidRDefault="0069308B" w:rsidP="0069308B">
      <w:pPr>
        <w:pStyle w:val="Bezmezer"/>
        <w:rPr>
          <w:szCs w:val="20"/>
        </w:rPr>
      </w:pPr>
    </w:p>
    <w:p w14:paraId="201D58BA" w14:textId="77777777" w:rsidR="0069308B" w:rsidRPr="00C27636" w:rsidRDefault="0069308B" w:rsidP="0069308B">
      <w:pPr>
        <w:pStyle w:val="Bezmezer"/>
        <w:rPr>
          <w:szCs w:val="20"/>
        </w:rPr>
      </w:pPr>
    </w:p>
    <w:p w14:paraId="20E1A9EB" w14:textId="77777777" w:rsidR="0069308B" w:rsidRPr="00C27636" w:rsidRDefault="0069308B" w:rsidP="0069308B">
      <w:pPr>
        <w:pStyle w:val="Bezmezer"/>
        <w:rPr>
          <w:szCs w:val="20"/>
        </w:rPr>
      </w:pPr>
    </w:p>
    <w:p w14:paraId="0C4067C1" w14:textId="77777777" w:rsidR="0069308B" w:rsidRPr="00C27636" w:rsidRDefault="0069308B" w:rsidP="0069308B">
      <w:pPr>
        <w:pStyle w:val="Bezmezer"/>
        <w:rPr>
          <w:szCs w:val="20"/>
        </w:rPr>
      </w:pPr>
    </w:p>
    <w:p w14:paraId="1DD90040" w14:textId="77777777" w:rsidR="0069308B" w:rsidRPr="00C27636" w:rsidRDefault="0069308B" w:rsidP="0069308B">
      <w:pPr>
        <w:pStyle w:val="Bezmezer"/>
        <w:rPr>
          <w:szCs w:val="20"/>
        </w:rPr>
      </w:pPr>
    </w:p>
    <w:p w14:paraId="28EB6660" w14:textId="77777777" w:rsidR="0069308B" w:rsidRPr="00C27636" w:rsidRDefault="0069308B" w:rsidP="0069308B">
      <w:pPr>
        <w:pStyle w:val="Bezmezer"/>
        <w:rPr>
          <w:szCs w:val="20"/>
        </w:rPr>
      </w:pPr>
    </w:p>
    <w:p w14:paraId="69C34385" w14:textId="77777777" w:rsidR="0069308B" w:rsidRPr="00C27636" w:rsidRDefault="0069308B" w:rsidP="0069308B">
      <w:pPr>
        <w:pStyle w:val="Bezmezer"/>
        <w:rPr>
          <w:szCs w:val="20"/>
        </w:rPr>
      </w:pPr>
    </w:p>
    <w:p w14:paraId="03022C92" w14:textId="77777777" w:rsidR="0069308B" w:rsidRPr="00C27636" w:rsidRDefault="0069308B" w:rsidP="0069308B">
      <w:pPr>
        <w:pStyle w:val="Bezmezer"/>
        <w:rPr>
          <w:szCs w:val="20"/>
        </w:rPr>
      </w:pPr>
    </w:p>
    <w:p w14:paraId="05749C0F" w14:textId="77777777" w:rsidR="0069308B" w:rsidRPr="00C27636" w:rsidRDefault="0069308B" w:rsidP="0069308B">
      <w:pPr>
        <w:pStyle w:val="Bezmezer"/>
        <w:rPr>
          <w:szCs w:val="20"/>
        </w:rPr>
      </w:pPr>
    </w:p>
    <w:p w14:paraId="659395B6" w14:textId="77777777" w:rsidR="0069308B" w:rsidRPr="00C27636" w:rsidRDefault="0069308B" w:rsidP="0069308B">
      <w:pPr>
        <w:pStyle w:val="Bezmezer"/>
        <w:rPr>
          <w:szCs w:val="20"/>
        </w:rPr>
      </w:pPr>
    </w:p>
    <w:p w14:paraId="69E342AB" w14:textId="77777777" w:rsidR="0069308B" w:rsidRPr="00C27636" w:rsidRDefault="0069308B" w:rsidP="0069308B">
      <w:pPr>
        <w:pStyle w:val="Bezmezer"/>
        <w:rPr>
          <w:szCs w:val="20"/>
        </w:rPr>
      </w:pPr>
    </w:p>
    <w:p w14:paraId="4E8189B0" w14:textId="77777777" w:rsidR="0069308B" w:rsidRPr="00C27636" w:rsidRDefault="0069308B" w:rsidP="0069308B">
      <w:pPr>
        <w:pStyle w:val="Bezmezer"/>
        <w:rPr>
          <w:szCs w:val="20"/>
        </w:rPr>
      </w:pPr>
    </w:p>
    <w:p w14:paraId="5A8C1089" w14:textId="77777777" w:rsidR="0069308B" w:rsidRPr="00C27636" w:rsidRDefault="0069308B" w:rsidP="0069308B">
      <w:pPr>
        <w:pStyle w:val="Bezmezer"/>
        <w:rPr>
          <w:szCs w:val="20"/>
        </w:rPr>
      </w:pPr>
    </w:p>
    <w:p w14:paraId="4A632B50" w14:textId="77777777" w:rsidR="0069308B" w:rsidRPr="00C27636" w:rsidRDefault="0069308B" w:rsidP="0069308B">
      <w:pPr>
        <w:pStyle w:val="Bezmezer"/>
        <w:rPr>
          <w:szCs w:val="20"/>
        </w:rPr>
      </w:pPr>
    </w:p>
    <w:p w14:paraId="59818A35" w14:textId="12F36825" w:rsidR="0069308B" w:rsidRPr="00C04448" w:rsidRDefault="00590C5C" w:rsidP="0069308B">
      <w:pPr>
        <w:pStyle w:val="Bezmezer"/>
        <w:spacing w:line="276" w:lineRule="auto"/>
        <w:rPr>
          <w:szCs w:val="20"/>
        </w:rPr>
      </w:pPr>
      <w:r w:rsidRPr="00C04448">
        <w:rPr>
          <w:szCs w:val="20"/>
        </w:rPr>
        <w:t xml:space="preserve">V Brně dne </w:t>
      </w:r>
      <w:r w:rsidR="00C04448" w:rsidRPr="00C04448">
        <w:rPr>
          <w:szCs w:val="20"/>
        </w:rPr>
        <w:t>26. 5.</w:t>
      </w:r>
      <w:r w:rsidR="00EF1CE6" w:rsidRPr="00C04448">
        <w:rPr>
          <w:szCs w:val="20"/>
        </w:rPr>
        <w:t xml:space="preserve"> 202</w:t>
      </w:r>
      <w:r w:rsidR="00BC3664" w:rsidRPr="00C04448">
        <w:rPr>
          <w:szCs w:val="20"/>
        </w:rPr>
        <w:t>5</w:t>
      </w:r>
    </w:p>
    <w:p w14:paraId="599FED8B" w14:textId="77777777" w:rsidR="0069308B" w:rsidRPr="00C04448" w:rsidRDefault="0069308B" w:rsidP="0069308B">
      <w:pPr>
        <w:pStyle w:val="Bezmezer"/>
        <w:rPr>
          <w:szCs w:val="20"/>
        </w:rPr>
      </w:pPr>
    </w:p>
    <w:p w14:paraId="6768C29D" w14:textId="77777777" w:rsidR="0069308B" w:rsidRPr="00C04448" w:rsidRDefault="0069308B" w:rsidP="0069308B">
      <w:pPr>
        <w:pStyle w:val="Bezmezer"/>
        <w:rPr>
          <w:szCs w:val="20"/>
        </w:rPr>
      </w:pPr>
    </w:p>
    <w:p w14:paraId="38FEE810" w14:textId="77777777" w:rsidR="0069308B" w:rsidRPr="00C27636" w:rsidRDefault="0069308B" w:rsidP="0069308B">
      <w:pPr>
        <w:pStyle w:val="Bezmezer"/>
        <w:rPr>
          <w:szCs w:val="20"/>
        </w:rPr>
      </w:pPr>
    </w:p>
    <w:p w14:paraId="26197E4A" w14:textId="77777777" w:rsidR="0069308B" w:rsidRPr="00C27636" w:rsidRDefault="0069308B" w:rsidP="0069308B">
      <w:pPr>
        <w:pStyle w:val="Bezmezer"/>
        <w:rPr>
          <w:szCs w:val="20"/>
        </w:rPr>
      </w:pPr>
    </w:p>
    <w:p w14:paraId="3B0E9382" w14:textId="77777777" w:rsidR="0069308B" w:rsidRPr="00C27636" w:rsidRDefault="0069308B" w:rsidP="0069308B">
      <w:pPr>
        <w:pStyle w:val="Bezmezer"/>
        <w:rPr>
          <w:szCs w:val="20"/>
        </w:rPr>
      </w:pPr>
    </w:p>
    <w:p w14:paraId="393DA5AA" w14:textId="77777777" w:rsidR="0069308B" w:rsidRPr="00C27636" w:rsidRDefault="0069308B" w:rsidP="0069308B">
      <w:pPr>
        <w:pStyle w:val="TPNADPIS-1neslovn"/>
        <w:outlineLvl w:val="9"/>
        <w:rPr>
          <w:rFonts w:ascii="Verdana" w:hAnsi="Verdana"/>
        </w:rPr>
      </w:pPr>
      <w:r w:rsidRPr="00C27636">
        <w:rPr>
          <w:rFonts w:ascii="Verdana" w:hAnsi="Verdana"/>
        </w:rPr>
        <w:t>Obsah</w:t>
      </w:r>
    </w:p>
    <w:p w14:paraId="0D093085" w14:textId="77777777" w:rsidR="0069308B" w:rsidRPr="00C27636" w:rsidRDefault="0069308B" w:rsidP="0069308B">
      <w:pPr>
        <w:pStyle w:val="Obsah1"/>
        <w:spacing w:before="100" w:beforeAutospacing="1" w:afterAutospacing="1"/>
        <w:rPr>
          <w:rFonts w:ascii="Verdana" w:eastAsia="Times New Roman" w:hAnsi="Verdana"/>
          <w:b/>
          <w:bCs/>
          <w:caps/>
          <w:noProof/>
          <w:sz w:val="22"/>
          <w:szCs w:val="22"/>
          <w:lang w:eastAsia="cs-CZ"/>
        </w:rPr>
      </w:pPr>
      <w:r w:rsidRPr="00C27636">
        <w:rPr>
          <w:rFonts w:ascii="Verdana" w:eastAsia="Calibri" w:hAnsi="Verdana" w:cs="Arial"/>
          <w:b/>
          <w:bCs/>
          <w:caps/>
          <w:szCs w:val="20"/>
        </w:rPr>
        <w:fldChar w:fldCharType="begin"/>
      </w:r>
      <w:r w:rsidRPr="00C27636">
        <w:rPr>
          <w:rFonts w:ascii="Verdana" w:hAnsi="Verdana" w:cs="Arial"/>
        </w:rPr>
        <w:instrText xml:space="preserve"> TOC \o "1-2" \h \z \u </w:instrText>
      </w:r>
      <w:r w:rsidRPr="00C27636">
        <w:rPr>
          <w:rFonts w:ascii="Verdana" w:eastAsia="Calibri" w:hAnsi="Verdana" w:cs="Arial"/>
          <w:b/>
          <w:bCs/>
          <w:caps/>
          <w:szCs w:val="20"/>
        </w:rPr>
        <w:fldChar w:fldCharType="separate"/>
      </w:r>
    </w:p>
    <w:p w14:paraId="349715EA" w14:textId="77777777" w:rsidR="0069308B" w:rsidRPr="00C27636" w:rsidRDefault="0069308B" w:rsidP="0069308B">
      <w:pPr>
        <w:pStyle w:val="Obsah1"/>
        <w:spacing w:before="100" w:beforeAutospacing="1" w:afterAutospacing="1"/>
        <w:rPr>
          <w:rStyle w:val="Hypertextovodkaz"/>
          <w:rFonts w:ascii="Verdana" w:hAnsi="Verdana"/>
          <w:b/>
          <w:noProof/>
          <w:color w:val="auto"/>
        </w:rPr>
      </w:pPr>
    </w:p>
    <w:p w14:paraId="2330834F" w14:textId="77777777" w:rsidR="0069308B" w:rsidRPr="00C27636" w:rsidRDefault="0069308B" w:rsidP="00EB303B">
      <w:pPr>
        <w:pStyle w:val="Odstavecseseznamem"/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</w:pPr>
      <w:r w:rsidRPr="00C27636">
        <w:t xml:space="preserve">PŘEDMĚT PLNĚNÍ RÁMCOVÉ </w:t>
      </w:r>
      <w:r w:rsidR="00842AD2" w:rsidRPr="00C27636">
        <w:t>DOHODY</w:t>
      </w:r>
      <w:r w:rsidR="00D827FE" w:rsidRPr="00C27636">
        <w:tab/>
      </w:r>
      <w:r w:rsidR="00D827FE" w:rsidRPr="00C27636">
        <w:tab/>
      </w:r>
      <w:r w:rsidR="00D827FE" w:rsidRPr="00C27636">
        <w:tab/>
      </w:r>
      <w:r w:rsidR="00D827FE" w:rsidRPr="00C27636">
        <w:tab/>
      </w:r>
      <w:r w:rsidRPr="00C27636">
        <w:t>3</w:t>
      </w:r>
    </w:p>
    <w:p w14:paraId="172A2440" w14:textId="77777777" w:rsidR="0069308B" w:rsidRPr="00C27636" w:rsidRDefault="0069308B" w:rsidP="00EB303B">
      <w:pPr>
        <w:pStyle w:val="Odstavecseseznamem"/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</w:pPr>
      <w:r w:rsidRPr="00C27636">
        <w:t>ČLENĚNÍ PRACÍ A POŽ</w:t>
      </w:r>
      <w:r w:rsidR="00D827FE" w:rsidRPr="00C27636">
        <w:t>ADAVKŮ</w:t>
      </w:r>
      <w:r w:rsidR="00D827FE" w:rsidRPr="00C27636">
        <w:tab/>
      </w:r>
      <w:r w:rsidR="00D827FE" w:rsidRPr="00C27636">
        <w:tab/>
      </w:r>
      <w:r w:rsidR="00D827FE" w:rsidRPr="00C27636">
        <w:tab/>
      </w:r>
      <w:r w:rsidR="00D827FE" w:rsidRPr="00C27636">
        <w:tab/>
      </w:r>
      <w:r w:rsidR="00D827FE" w:rsidRPr="00C27636">
        <w:tab/>
      </w:r>
      <w:r w:rsidRPr="00C27636">
        <w:t>3</w:t>
      </w:r>
    </w:p>
    <w:p w14:paraId="46BD67B8" w14:textId="77777777" w:rsidR="0069308B" w:rsidRPr="00C27636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C27636">
        <w:t>ZPRACOVÁNÍ CENOVÉHO N</w:t>
      </w:r>
      <w:r w:rsidR="00D827FE" w:rsidRPr="00C27636">
        <w:t>ÁVRHU A ROZPOČTŮ</w:t>
      </w:r>
      <w:r w:rsidR="00D827FE" w:rsidRPr="00C27636">
        <w:tab/>
      </w:r>
      <w:r w:rsidR="00D827FE" w:rsidRPr="00C27636">
        <w:tab/>
      </w:r>
      <w:r w:rsidRPr="00C27636">
        <w:t>4</w:t>
      </w:r>
    </w:p>
    <w:p w14:paraId="6B40C7B9" w14:textId="77777777" w:rsidR="0069308B" w:rsidRPr="00C27636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C27636">
        <w:t>CENTRÁLNÍ DISPEČINK A</w:t>
      </w:r>
      <w:r w:rsidR="00D827FE" w:rsidRPr="00C27636">
        <w:t xml:space="preserve"> HELPDESK</w:t>
      </w:r>
      <w:r w:rsidR="00D827FE" w:rsidRPr="00C27636">
        <w:tab/>
      </w:r>
      <w:r w:rsidR="00D827FE" w:rsidRPr="00C27636">
        <w:tab/>
      </w:r>
      <w:r w:rsidR="00D827FE" w:rsidRPr="00C27636">
        <w:tab/>
      </w:r>
      <w:r w:rsidRPr="00C27636">
        <w:t>6</w:t>
      </w:r>
    </w:p>
    <w:p w14:paraId="2F3AE1CB" w14:textId="77777777" w:rsidR="0069308B" w:rsidRPr="00C27636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C27636">
        <w:t>OBJEDNÁVKA A JEJÍ AK</w:t>
      </w:r>
      <w:r w:rsidR="00D827FE" w:rsidRPr="00C27636">
        <w:t>CEPTACE</w:t>
      </w:r>
      <w:r w:rsidR="00D827FE" w:rsidRPr="00C27636">
        <w:tab/>
      </w:r>
      <w:r w:rsidR="00D827FE" w:rsidRPr="00C27636">
        <w:tab/>
      </w:r>
      <w:r w:rsidR="00D827FE" w:rsidRPr="00C27636">
        <w:tab/>
      </w:r>
      <w:r w:rsidRPr="00C27636">
        <w:t>6</w:t>
      </w:r>
    </w:p>
    <w:p w14:paraId="00F4FDA5" w14:textId="77777777" w:rsidR="0069308B" w:rsidRPr="00C27636" w:rsidRDefault="00D827FE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</w:pPr>
      <w:r w:rsidRPr="00C27636">
        <w:t>REALIZACE VÝKONU</w:t>
      </w:r>
      <w:r w:rsidRPr="00C27636">
        <w:tab/>
      </w:r>
      <w:r w:rsidRPr="00C27636">
        <w:tab/>
      </w:r>
      <w:r w:rsidRPr="00C27636">
        <w:tab/>
      </w:r>
      <w:r w:rsidR="0069308B" w:rsidRPr="00C27636">
        <w:t>7</w:t>
      </w:r>
    </w:p>
    <w:p w14:paraId="51B34EB3" w14:textId="77777777" w:rsidR="0069308B" w:rsidRPr="00C27636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</w:pPr>
      <w:r w:rsidRPr="00C27636">
        <w:t>VYKAZOVÁNÍ VÝKON</w:t>
      </w:r>
      <w:r w:rsidR="00D827FE" w:rsidRPr="00C27636">
        <w:t>U</w:t>
      </w:r>
      <w:r w:rsidR="00D827FE" w:rsidRPr="00C27636">
        <w:tab/>
      </w:r>
      <w:r w:rsidR="00D827FE" w:rsidRPr="00C27636">
        <w:tab/>
      </w:r>
      <w:r w:rsidR="00D827FE" w:rsidRPr="00C27636">
        <w:tab/>
        <w:t>8</w:t>
      </w:r>
    </w:p>
    <w:p w14:paraId="66DF05DD" w14:textId="77777777" w:rsidR="0069308B" w:rsidRPr="00C27636" w:rsidRDefault="00590C5C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C27636">
        <w:t>PŘÍLOH</w:t>
      </w:r>
      <w:r w:rsidR="0069308B" w:rsidRPr="00C27636">
        <w:t>Y:</w:t>
      </w:r>
      <w:r w:rsidR="0069308B" w:rsidRPr="00C27636">
        <w:fldChar w:fldCharType="end"/>
      </w:r>
    </w:p>
    <w:p w14:paraId="14F0D69D" w14:textId="77777777" w:rsidR="00D827FE" w:rsidRPr="00C27636" w:rsidRDefault="00D827FE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C27636">
        <w:t xml:space="preserve">1a) </w:t>
      </w:r>
      <w:r w:rsidRPr="00C27636">
        <w:rPr>
          <w:szCs w:val="20"/>
        </w:rPr>
        <w:t>Formulář pro sestavení nabídky – nabídka celkem</w:t>
      </w:r>
    </w:p>
    <w:p w14:paraId="76660B04" w14:textId="77777777" w:rsidR="00D827FE" w:rsidRPr="00C27636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C27636">
        <w:rPr>
          <w:szCs w:val="20"/>
        </w:rPr>
        <w:t>1</w:t>
      </w:r>
      <w:r w:rsidR="00D827FE" w:rsidRPr="00C27636">
        <w:rPr>
          <w:szCs w:val="20"/>
        </w:rPr>
        <w:t>b</w:t>
      </w:r>
      <w:r w:rsidRPr="00C27636">
        <w:rPr>
          <w:szCs w:val="20"/>
        </w:rPr>
        <w:t>) Formulář pro sestavení nabídky – údržba</w:t>
      </w:r>
    </w:p>
    <w:p w14:paraId="43C18B51" w14:textId="77777777" w:rsidR="00D827FE" w:rsidRPr="00C27636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C27636">
        <w:rPr>
          <w:szCs w:val="20"/>
        </w:rPr>
        <w:t>1</w:t>
      </w:r>
      <w:r w:rsidR="00D827FE" w:rsidRPr="00C27636">
        <w:rPr>
          <w:szCs w:val="20"/>
        </w:rPr>
        <w:t>c</w:t>
      </w:r>
      <w:r w:rsidRPr="00C27636">
        <w:rPr>
          <w:szCs w:val="20"/>
        </w:rPr>
        <w:t xml:space="preserve">) Formulář pro sestavení nabídky </w:t>
      </w:r>
      <w:r w:rsidR="00D827FE" w:rsidRPr="00C27636">
        <w:rPr>
          <w:szCs w:val="20"/>
        </w:rPr>
        <w:t>–</w:t>
      </w:r>
      <w:r w:rsidRPr="00C27636">
        <w:rPr>
          <w:szCs w:val="20"/>
        </w:rPr>
        <w:t xml:space="preserve"> opravy</w:t>
      </w:r>
    </w:p>
    <w:p w14:paraId="730A8DCC" w14:textId="77777777" w:rsidR="00D827FE" w:rsidRPr="00C27636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C27636">
        <w:rPr>
          <w:szCs w:val="20"/>
        </w:rPr>
        <w:t>2a) Kategorizace objektů a požadavků – stanovení termínů</w:t>
      </w:r>
    </w:p>
    <w:p w14:paraId="76EEB01C" w14:textId="77777777" w:rsidR="00D827FE" w:rsidRPr="00C27636" w:rsidRDefault="00824B6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C27636">
        <w:rPr>
          <w:szCs w:val="20"/>
        </w:rPr>
        <w:t xml:space="preserve">2b) </w:t>
      </w:r>
      <w:r w:rsidR="0069308B" w:rsidRPr="00C27636">
        <w:rPr>
          <w:szCs w:val="20"/>
        </w:rPr>
        <w:t>Seznam majetku</w:t>
      </w:r>
    </w:p>
    <w:p w14:paraId="3DE71CAE" w14:textId="77777777" w:rsidR="00D827FE" w:rsidRPr="00C27636" w:rsidRDefault="00824B6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C27636">
        <w:rPr>
          <w:szCs w:val="20"/>
        </w:rPr>
        <w:t>3a)</w:t>
      </w:r>
      <w:r w:rsidR="0069308B" w:rsidRPr="00C27636">
        <w:rPr>
          <w:szCs w:val="20"/>
        </w:rPr>
        <w:t xml:space="preserve"> HelpDesk – postup při zadání požadavku</w:t>
      </w:r>
    </w:p>
    <w:p w14:paraId="66441873" w14:textId="77777777" w:rsidR="00D827FE" w:rsidRPr="00C27636" w:rsidRDefault="00824B6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C27636">
        <w:rPr>
          <w:szCs w:val="20"/>
        </w:rPr>
        <w:t>3b)</w:t>
      </w:r>
      <w:r w:rsidR="004E3CAD" w:rsidRPr="00C27636">
        <w:rPr>
          <w:szCs w:val="20"/>
        </w:rPr>
        <w:t xml:space="preserve"> HelpDesk – </w:t>
      </w:r>
      <w:r w:rsidR="0069308B" w:rsidRPr="00C27636">
        <w:rPr>
          <w:szCs w:val="20"/>
        </w:rPr>
        <w:t>obsah požadavku</w:t>
      </w:r>
    </w:p>
    <w:p w14:paraId="5D6ADA6D" w14:textId="77777777" w:rsidR="00D827FE" w:rsidRPr="00C27636" w:rsidRDefault="00824B6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C27636">
        <w:rPr>
          <w:szCs w:val="20"/>
        </w:rPr>
        <w:t>3c)</w:t>
      </w:r>
      <w:r w:rsidR="0069308B" w:rsidRPr="00C27636">
        <w:rPr>
          <w:szCs w:val="20"/>
        </w:rPr>
        <w:t xml:space="preserve"> HelpDesk – stavy a role</w:t>
      </w:r>
    </w:p>
    <w:p w14:paraId="674A81F4" w14:textId="77777777" w:rsidR="00D827FE" w:rsidRPr="00C27636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C27636">
        <w:rPr>
          <w:szCs w:val="20"/>
        </w:rPr>
        <w:t>3d) HelpDesk – funkce</w:t>
      </w:r>
    </w:p>
    <w:p w14:paraId="30685F3C" w14:textId="77777777" w:rsidR="0069308B" w:rsidRPr="00C27636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C27636">
        <w:rPr>
          <w:szCs w:val="20"/>
        </w:rPr>
        <w:t>4)   Seznam oprávněných osob</w:t>
      </w:r>
    </w:p>
    <w:p w14:paraId="2F1A425C" w14:textId="77777777" w:rsidR="00205650" w:rsidRPr="00C27636" w:rsidRDefault="00205650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rFonts w:asciiTheme="majorHAnsi" w:hAnsiTheme="majorHAnsi"/>
        </w:rPr>
      </w:pPr>
      <w:r w:rsidRPr="00C27636">
        <w:rPr>
          <w:szCs w:val="20"/>
        </w:rPr>
        <w:t xml:space="preserve">5)   </w:t>
      </w:r>
      <w:r w:rsidRPr="00C27636">
        <w:rPr>
          <w:rFonts w:asciiTheme="majorHAnsi" w:hAnsiTheme="majorHAnsi"/>
        </w:rPr>
        <w:t>Technické podmínky</w:t>
      </w:r>
    </w:p>
    <w:p w14:paraId="03EF0949" w14:textId="77777777" w:rsidR="0069308B" w:rsidRPr="00C27636" w:rsidRDefault="0069308B" w:rsidP="0069308B">
      <w:pPr>
        <w:pStyle w:val="Bezmezer"/>
        <w:spacing w:line="360" w:lineRule="auto"/>
        <w:rPr>
          <w:szCs w:val="20"/>
        </w:rPr>
      </w:pPr>
    </w:p>
    <w:p w14:paraId="0443D717" w14:textId="77777777" w:rsidR="0069308B" w:rsidRPr="00C27636" w:rsidRDefault="0069308B" w:rsidP="0069308B">
      <w:pPr>
        <w:pStyle w:val="Bezmezer"/>
        <w:spacing w:line="360" w:lineRule="auto"/>
        <w:rPr>
          <w:szCs w:val="20"/>
        </w:rPr>
      </w:pPr>
    </w:p>
    <w:p w14:paraId="399F4F38" w14:textId="77777777" w:rsidR="0069308B" w:rsidRPr="00C27636" w:rsidRDefault="0069308B" w:rsidP="0069308B">
      <w:pPr>
        <w:pStyle w:val="Bezmezer"/>
        <w:rPr>
          <w:szCs w:val="20"/>
        </w:rPr>
      </w:pPr>
    </w:p>
    <w:p w14:paraId="2FAEE439" w14:textId="77777777" w:rsidR="0069308B" w:rsidRPr="00C27636" w:rsidRDefault="0069308B" w:rsidP="0069308B">
      <w:pPr>
        <w:pStyle w:val="Bezmezer"/>
        <w:rPr>
          <w:szCs w:val="20"/>
        </w:rPr>
      </w:pPr>
    </w:p>
    <w:p w14:paraId="6376201E" w14:textId="77777777" w:rsidR="0069308B" w:rsidRPr="00C27636" w:rsidRDefault="0069308B" w:rsidP="0069308B">
      <w:pPr>
        <w:pStyle w:val="Bezmezer"/>
        <w:rPr>
          <w:szCs w:val="20"/>
        </w:rPr>
      </w:pPr>
    </w:p>
    <w:p w14:paraId="45BB0EB1" w14:textId="77777777" w:rsidR="0069308B" w:rsidRPr="00C27636" w:rsidRDefault="0069308B" w:rsidP="0069308B">
      <w:pPr>
        <w:pStyle w:val="Bezmezer"/>
        <w:rPr>
          <w:szCs w:val="20"/>
        </w:rPr>
      </w:pPr>
    </w:p>
    <w:p w14:paraId="342F7671" w14:textId="77777777" w:rsidR="0069308B" w:rsidRPr="00C27636" w:rsidRDefault="0069308B" w:rsidP="0069308B">
      <w:pPr>
        <w:pStyle w:val="Bezmezer"/>
        <w:rPr>
          <w:szCs w:val="20"/>
        </w:rPr>
      </w:pPr>
    </w:p>
    <w:p w14:paraId="1BDF943C" w14:textId="77777777" w:rsidR="0069308B" w:rsidRPr="00C27636" w:rsidRDefault="0069308B" w:rsidP="0069308B">
      <w:pPr>
        <w:pStyle w:val="Bezmezer"/>
        <w:rPr>
          <w:szCs w:val="20"/>
        </w:rPr>
      </w:pPr>
    </w:p>
    <w:p w14:paraId="6B468AB3" w14:textId="77777777" w:rsidR="0069308B" w:rsidRPr="00C27636" w:rsidRDefault="0069308B" w:rsidP="0069308B">
      <w:pPr>
        <w:pStyle w:val="Bezmezer"/>
        <w:rPr>
          <w:szCs w:val="20"/>
        </w:rPr>
      </w:pPr>
    </w:p>
    <w:p w14:paraId="0C43EB1E" w14:textId="77777777" w:rsidR="0069308B" w:rsidRPr="00C27636" w:rsidRDefault="0069308B" w:rsidP="0069308B">
      <w:pPr>
        <w:pStyle w:val="Bezmezer"/>
        <w:rPr>
          <w:szCs w:val="20"/>
        </w:rPr>
      </w:pPr>
    </w:p>
    <w:p w14:paraId="249F9B91" w14:textId="77777777" w:rsidR="0069308B" w:rsidRPr="00C27636" w:rsidRDefault="0069308B" w:rsidP="0069308B">
      <w:pPr>
        <w:pStyle w:val="Bezmezer"/>
        <w:rPr>
          <w:szCs w:val="20"/>
        </w:rPr>
      </w:pPr>
    </w:p>
    <w:p w14:paraId="1A1FCFF6" w14:textId="77777777" w:rsidR="0069308B" w:rsidRPr="00C27636" w:rsidRDefault="0069308B" w:rsidP="0069308B">
      <w:pPr>
        <w:pStyle w:val="Bezmezer"/>
        <w:rPr>
          <w:szCs w:val="20"/>
        </w:rPr>
      </w:pPr>
    </w:p>
    <w:p w14:paraId="5179D261" w14:textId="77777777" w:rsidR="0069308B" w:rsidRPr="00C27636" w:rsidRDefault="0069308B" w:rsidP="0069308B">
      <w:pPr>
        <w:pStyle w:val="Bezmezer"/>
        <w:rPr>
          <w:szCs w:val="20"/>
        </w:rPr>
      </w:pPr>
    </w:p>
    <w:p w14:paraId="4988AE0D" w14:textId="77777777" w:rsidR="0069308B" w:rsidRPr="00C27636" w:rsidRDefault="0069308B" w:rsidP="0069308B">
      <w:pPr>
        <w:pStyle w:val="Bezmezer"/>
        <w:rPr>
          <w:szCs w:val="20"/>
        </w:rPr>
      </w:pPr>
    </w:p>
    <w:p w14:paraId="1B8A0842" w14:textId="77777777" w:rsidR="0069308B" w:rsidRPr="00C27636" w:rsidRDefault="0069308B" w:rsidP="0069308B">
      <w:pPr>
        <w:pStyle w:val="Bezmezer"/>
        <w:rPr>
          <w:szCs w:val="20"/>
        </w:rPr>
      </w:pPr>
    </w:p>
    <w:p w14:paraId="196B9629" w14:textId="77777777" w:rsidR="0069308B" w:rsidRPr="00C27636" w:rsidRDefault="0069308B" w:rsidP="0069308B">
      <w:pPr>
        <w:pStyle w:val="Bezmezer"/>
        <w:rPr>
          <w:szCs w:val="20"/>
        </w:rPr>
      </w:pPr>
    </w:p>
    <w:p w14:paraId="4F6C4FA0" w14:textId="77777777" w:rsidR="0069308B" w:rsidRPr="00C27636" w:rsidRDefault="0069308B" w:rsidP="0069308B">
      <w:pPr>
        <w:pStyle w:val="Bezmezer"/>
        <w:rPr>
          <w:szCs w:val="20"/>
        </w:rPr>
      </w:pPr>
    </w:p>
    <w:p w14:paraId="093797D4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</w:p>
    <w:p w14:paraId="34C8464E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</w:p>
    <w:p w14:paraId="023DF136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</w:p>
    <w:p w14:paraId="1D5B540D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</w:p>
    <w:p w14:paraId="53B42960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</w:p>
    <w:p w14:paraId="41A430A0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</w:p>
    <w:p w14:paraId="52EA416A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 xml:space="preserve">1. PŘEDMĚT PLNĚNÍ RÁMCOVÉ </w:t>
      </w:r>
      <w:r w:rsidR="00842AD2" w:rsidRPr="00C27636">
        <w:rPr>
          <w:b/>
          <w:szCs w:val="20"/>
        </w:rPr>
        <w:t>DOHODY</w:t>
      </w:r>
    </w:p>
    <w:p w14:paraId="7FDC70CC" w14:textId="77777777" w:rsidR="0069308B" w:rsidRPr="00C27636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14:paraId="46E03486" w14:textId="010BB9CB" w:rsidR="0069308B" w:rsidRPr="00C27636" w:rsidRDefault="0069308B" w:rsidP="0069308B">
      <w:pPr>
        <w:pStyle w:val="Bezmezer"/>
        <w:spacing w:line="240" w:lineRule="auto"/>
        <w:jc w:val="both"/>
        <w:rPr>
          <w:szCs w:val="20"/>
        </w:rPr>
      </w:pPr>
      <w:r w:rsidRPr="00C27636">
        <w:rPr>
          <w:szCs w:val="20"/>
        </w:rPr>
        <w:t>1.1. Předmětem zakázky „</w:t>
      </w:r>
      <w:r w:rsidRPr="00C27636">
        <w:rPr>
          <w:b/>
          <w:szCs w:val="20"/>
        </w:rPr>
        <w:t xml:space="preserve">Obvod OŘ </w:t>
      </w:r>
      <w:r w:rsidR="00107BCB" w:rsidRPr="00C27636">
        <w:rPr>
          <w:b/>
          <w:szCs w:val="20"/>
        </w:rPr>
        <w:t xml:space="preserve">– </w:t>
      </w:r>
      <w:r w:rsidRPr="00C27636">
        <w:rPr>
          <w:b/>
          <w:szCs w:val="20"/>
        </w:rPr>
        <w:t>údržba</w:t>
      </w:r>
      <w:r w:rsidR="00107BCB" w:rsidRPr="00C27636">
        <w:rPr>
          <w:b/>
          <w:szCs w:val="20"/>
        </w:rPr>
        <w:t xml:space="preserve"> a opravy</w:t>
      </w:r>
      <w:r w:rsidRPr="00C27636">
        <w:rPr>
          <w:b/>
          <w:szCs w:val="20"/>
        </w:rPr>
        <w:t xml:space="preserve"> </w:t>
      </w:r>
      <w:r w:rsidR="003C26D7" w:rsidRPr="00C27636">
        <w:rPr>
          <w:b/>
          <w:szCs w:val="20"/>
        </w:rPr>
        <w:t>bytového fondu</w:t>
      </w:r>
      <w:r w:rsidRPr="00C27636">
        <w:rPr>
          <w:szCs w:val="20"/>
        </w:rPr>
        <w:t>" je soubor činností souvisejících se správou majetku ve správě organizační jednotky objednatele Oblastního ředitelství Brno, Správa pozemních staveb (dále jen „SPS“).</w:t>
      </w:r>
    </w:p>
    <w:p w14:paraId="224BE09B" w14:textId="77777777" w:rsidR="0069308B" w:rsidRPr="00C27636" w:rsidRDefault="0069308B" w:rsidP="0069308B">
      <w:pPr>
        <w:pStyle w:val="Bezmezer"/>
        <w:spacing w:line="240" w:lineRule="auto"/>
        <w:jc w:val="both"/>
        <w:rPr>
          <w:szCs w:val="20"/>
        </w:rPr>
      </w:pPr>
    </w:p>
    <w:p w14:paraId="53F471AD" w14:textId="77777777" w:rsidR="0069308B" w:rsidRPr="00C27636" w:rsidRDefault="0069308B" w:rsidP="0069308B">
      <w:pPr>
        <w:spacing w:after="0" w:line="240" w:lineRule="auto"/>
        <w:jc w:val="both"/>
        <w:rPr>
          <w:szCs w:val="20"/>
        </w:rPr>
      </w:pPr>
      <w:r w:rsidRPr="00C27636">
        <w:rPr>
          <w:szCs w:val="20"/>
        </w:rPr>
        <w:t xml:space="preserve">1.2. Cena je dána směrnými cenami stavebních prací cenové soustavy ÚRS ke dni podání nabídky </w:t>
      </w:r>
      <w:r w:rsidR="00146C5E" w:rsidRPr="00C27636">
        <w:rPr>
          <w:szCs w:val="20"/>
        </w:rPr>
        <w:t xml:space="preserve">na dílčí objednávku </w:t>
      </w:r>
      <w:r w:rsidRPr="00C27636">
        <w:rPr>
          <w:szCs w:val="20"/>
        </w:rPr>
        <w:t xml:space="preserve">a nabídkou zhotovitele, která je součástí </w:t>
      </w:r>
      <w:r w:rsidR="00590C5C" w:rsidRPr="00C27636">
        <w:rPr>
          <w:szCs w:val="20"/>
        </w:rPr>
        <w:t>Příloh</w:t>
      </w:r>
      <w:r w:rsidRPr="00C27636">
        <w:rPr>
          <w:szCs w:val="20"/>
        </w:rPr>
        <w:t xml:space="preserve">y č. 1. Zhotovitelem uvedené ceny v nabídce zhotovitele jsou cenami pevnými, nejvýše přípustnými, úměrnými a odpovídajícími plnění, jež se zavázal objednateli na základě této rámcové </w:t>
      </w:r>
      <w:r w:rsidR="00842AD2" w:rsidRPr="00C27636">
        <w:rPr>
          <w:szCs w:val="20"/>
        </w:rPr>
        <w:t>dohody</w:t>
      </w:r>
      <w:r w:rsidRPr="00C27636">
        <w:rPr>
          <w:szCs w:val="20"/>
        </w:rPr>
        <w:t xml:space="preserve"> poskytnout. </w:t>
      </w:r>
    </w:p>
    <w:p w14:paraId="63B9CBBE" w14:textId="77777777" w:rsidR="0069308B" w:rsidRPr="00C27636" w:rsidRDefault="0069308B" w:rsidP="0069308B">
      <w:pPr>
        <w:pStyle w:val="Bezmezer"/>
        <w:spacing w:line="240" w:lineRule="auto"/>
        <w:jc w:val="both"/>
        <w:rPr>
          <w:szCs w:val="20"/>
        </w:rPr>
      </w:pPr>
    </w:p>
    <w:p w14:paraId="69CA2651" w14:textId="77777777" w:rsidR="0069308B" w:rsidRPr="00C27636" w:rsidRDefault="0069308B" w:rsidP="0069308B">
      <w:pPr>
        <w:pStyle w:val="TPText-1slovan"/>
        <w:numPr>
          <w:ilvl w:val="0"/>
          <w:numId w:val="0"/>
        </w:numPr>
        <w:spacing w:before="0"/>
        <w:rPr>
          <w:rFonts w:ascii="Verdana" w:hAnsi="Verdana"/>
          <w:sz w:val="18"/>
          <w:szCs w:val="18"/>
        </w:rPr>
      </w:pPr>
      <w:r w:rsidRPr="00C27636">
        <w:rPr>
          <w:rFonts w:ascii="Verdana" w:hAnsi="Verdana"/>
          <w:sz w:val="18"/>
          <w:szCs w:val="18"/>
        </w:rPr>
        <w:t xml:space="preserve">1.3. Přesná specifikace druhu stavebních prací bude uvedena v jednotlivých dílčích objednávkách objednatele. Jedná se o práce, které jsou obsaženy v položkách jednotlivých katalogů řady HSV, PSV, HZS, VRN montáží technologických zařízení a ve sborníku pořizovacích cen materiálu cenové soustavy ÚRS, v aktuální cenové úrovni </w:t>
      </w:r>
      <w:r w:rsidR="00480FF6" w:rsidRPr="00C27636">
        <w:rPr>
          <w:rFonts w:ascii="Verdana" w:hAnsi="Verdana"/>
          <w:sz w:val="18"/>
          <w:szCs w:val="18"/>
        </w:rPr>
        <w:t>ke dni</w:t>
      </w:r>
      <w:r w:rsidRPr="00C27636">
        <w:rPr>
          <w:rFonts w:ascii="Verdana" w:hAnsi="Verdana"/>
          <w:sz w:val="18"/>
          <w:szCs w:val="18"/>
        </w:rPr>
        <w:t xml:space="preserve"> podání nabídky</w:t>
      </w:r>
      <w:r w:rsidR="00146C5E" w:rsidRPr="00C27636">
        <w:rPr>
          <w:rFonts w:ascii="Verdana" w:hAnsi="Verdana"/>
          <w:sz w:val="18"/>
          <w:szCs w:val="18"/>
        </w:rPr>
        <w:t xml:space="preserve"> na dílčí objednávku</w:t>
      </w:r>
      <w:r w:rsidRPr="00C27636">
        <w:rPr>
          <w:rFonts w:ascii="Verdana" w:hAnsi="Verdana"/>
          <w:sz w:val="18"/>
          <w:szCs w:val="18"/>
        </w:rPr>
        <w:t>.</w:t>
      </w:r>
    </w:p>
    <w:p w14:paraId="634AC78C" w14:textId="77777777" w:rsidR="00107BCB" w:rsidRPr="00C27636" w:rsidRDefault="00107BCB" w:rsidP="0069308B">
      <w:pPr>
        <w:pStyle w:val="TPText-1slovan"/>
        <w:numPr>
          <w:ilvl w:val="0"/>
          <w:numId w:val="0"/>
        </w:numPr>
        <w:spacing w:before="0"/>
        <w:rPr>
          <w:rFonts w:ascii="Verdana" w:hAnsi="Verdana"/>
          <w:sz w:val="18"/>
          <w:szCs w:val="18"/>
        </w:rPr>
      </w:pPr>
    </w:p>
    <w:p w14:paraId="23595BDC" w14:textId="22F028E8" w:rsidR="00107BCB" w:rsidRPr="00C04448" w:rsidRDefault="00360C25" w:rsidP="0069308B">
      <w:pPr>
        <w:pStyle w:val="TPText-1slovan"/>
        <w:numPr>
          <w:ilvl w:val="0"/>
          <w:numId w:val="0"/>
        </w:numPr>
        <w:spacing w:before="0"/>
        <w:rPr>
          <w:rFonts w:ascii="Verdana" w:hAnsi="Verdana"/>
          <w:sz w:val="18"/>
          <w:szCs w:val="18"/>
        </w:rPr>
      </w:pPr>
      <w:r w:rsidRPr="00C04448">
        <w:rPr>
          <w:rFonts w:ascii="Verdana" w:hAnsi="Verdana"/>
          <w:sz w:val="18"/>
          <w:szCs w:val="18"/>
        </w:rPr>
        <w:t>1.4. Při změně cenové úrovně v průběhu zpracování a schvalování rozpočtů požadavku se pokračuje v cenové úrovni</w:t>
      </w:r>
      <w:r w:rsidR="00CF2DEE" w:rsidRPr="00C04448">
        <w:rPr>
          <w:rFonts w:ascii="Verdana" w:hAnsi="Verdana"/>
          <w:sz w:val="18"/>
          <w:szCs w:val="18"/>
        </w:rPr>
        <w:t>,</w:t>
      </w:r>
      <w:r w:rsidRPr="00C04448">
        <w:rPr>
          <w:rFonts w:ascii="Verdana" w:hAnsi="Verdana"/>
          <w:sz w:val="18"/>
          <w:szCs w:val="18"/>
        </w:rPr>
        <w:t xml:space="preserve"> ve které byl předložen první rozpočet k tomuto požadavku</w:t>
      </w:r>
      <w:r w:rsidR="00642135" w:rsidRPr="00C04448">
        <w:rPr>
          <w:rFonts w:ascii="Verdana" w:hAnsi="Verdana"/>
          <w:sz w:val="18"/>
          <w:szCs w:val="18"/>
        </w:rPr>
        <w:t>.</w:t>
      </w:r>
    </w:p>
    <w:p w14:paraId="0B2CD9A8" w14:textId="77777777" w:rsidR="0069308B" w:rsidRPr="00C27636" w:rsidRDefault="0069308B" w:rsidP="0069308B">
      <w:pPr>
        <w:pStyle w:val="Bezmezer"/>
        <w:spacing w:line="240" w:lineRule="auto"/>
        <w:jc w:val="both"/>
      </w:pPr>
    </w:p>
    <w:p w14:paraId="52A6A88B" w14:textId="032E7B6B" w:rsidR="0069308B" w:rsidRPr="00C27636" w:rsidRDefault="0069308B" w:rsidP="0069308B">
      <w:pPr>
        <w:pStyle w:val="Bezmezer"/>
        <w:spacing w:line="240" w:lineRule="auto"/>
        <w:jc w:val="both"/>
      </w:pPr>
      <w:r w:rsidRPr="00C27636">
        <w:t>1.</w:t>
      </w:r>
      <w:r w:rsidR="00360C25" w:rsidRPr="00C27636">
        <w:t>5</w:t>
      </w:r>
      <w:r w:rsidRPr="00C27636">
        <w:t xml:space="preserve">. Předmětem plnění je realizace prací stavebního charakteru a činnosti spojené se správou budov a zařízení v majetku objednatele k provádění údržby, oprav, odstraňování zjištěných závad a další související činnosti dle zadávací dokumentace a jednotlivých </w:t>
      </w:r>
      <w:r w:rsidR="00107BCB" w:rsidRPr="00C27636">
        <w:t>p</w:t>
      </w:r>
      <w:r w:rsidR="00590C5C" w:rsidRPr="00C27636">
        <w:t>říloh</w:t>
      </w:r>
      <w:r w:rsidRPr="00C27636">
        <w:t>. Pro tuto veřejnou zakázku jsou součástí budov i příslušné přípojky inženýrských sítí, včetně související</w:t>
      </w:r>
      <w:r w:rsidR="00283E01" w:rsidRPr="00C27636">
        <w:t xml:space="preserve">ho </w:t>
      </w:r>
      <w:r w:rsidRPr="00C27636">
        <w:t>příslušenství.</w:t>
      </w:r>
    </w:p>
    <w:p w14:paraId="5E9CC445" w14:textId="77777777" w:rsidR="0069308B" w:rsidRPr="00C27636" w:rsidRDefault="0069308B" w:rsidP="0069308B">
      <w:pPr>
        <w:pStyle w:val="Bezmezer"/>
        <w:spacing w:line="240" w:lineRule="auto"/>
        <w:jc w:val="both"/>
      </w:pPr>
    </w:p>
    <w:p w14:paraId="3F227ADC" w14:textId="4CC8D221" w:rsidR="00F37A56" w:rsidRPr="00C27636" w:rsidRDefault="0069308B" w:rsidP="0069308B">
      <w:r w:rsidRPr="00C27636">
        <w:t>1.</w:t>
      </w:r>
      <w:r w:rsidR="00360C25" w:rsidRPr="00C27636">
        <w:t>6</w:t>
      </w:r>
      <w:r w:rsidRPr="00C27636">
        <w:t>. Realizace tohoto díla bude probíhat v celém obvodu SPS OŘ Brno.</w:t>
      </w:r>
    </w:p>
    <w:p w14:paraId="28D02410" w14:textId="4E7C6332" w:rsidR="0069308B" w:rsidRPr="00C27636" w:rsidRDefault="0069308B" w:rsidP="009F5373">
      <w:pPr>
        <w:jc w:val="both"/>
      </w:pPr>
      <w:r w:rsidRPr="00C27636">
        <w:t>1.</w:t>
      </w:r>
      <w:r w:rsidR="00360C25" w:rsidRPr="00C27636">
        <w:t>7</w:t>
      </w:r>
      <w:r w:rsidRPr="00C27636">
        <w:t>. Dílo bude prováděno v souladu s obecně závaznými právními předpisy a v oblasti ochrany životního prostředí, zejména v podoblasti nakládání s odpady – zajištění ekologické likvidace odpadů vzniklých při provánění zadávaných prací.</w:t>
      </w:r>
    </w:p>
    <w:p w14:paraId="540440FE" w14:textId="7DF3760E" w:rsidR="0069308B" w:rsidRPr="00C27636" w:rsidRDefault="0069308B" w:rsidP="0069308B">
      <w:pPr>
        <w:pStyle w:val="Bezmezer"/>
        <w:spacing w:line="240" w:lineRule="auto"/>
        <w:jc w:val="both"/>
      </w:pPr>
      <w:r w:rsidRPr="00C04448">
        <w:t>1.</w:t>
      </w:r>
      <w:r w:rsidR="00360C25" w:rsidRPr="00C04448">
        <w:t>8.</w:t>
      </w:r>
      <w:r w:rsidRPr="00C04448">
        <w:t xml:space="preserve"> Dílo bude provedeno dle zadávací dokumentace v souladu se zákonem č.</w:t>
      </w:r>
      <w:r w:rsidR="00C04448" w:rsidRPr="00C04448">
        <w:t xml:space="preserve"> </w:t>
      </w:r>
      <w:r w:rsidR="00CF2DEE" w:rsidRPr="00C04448">
        <w:t>283/2021 Sb. Stavební zákon, v platném znění,</w:t>
      </w:r>
      <w:r w:rsidRPr="00C04448">
        <w:t xml:space="preserve"> vyhláškou 177/1995 Sb., </w:t>
      </w:r>
      <w:r w:rsidR="00CF2DEE" w:rsidRPr="00C04448">
        <w:t xml:space="preserve">kterou se vydává stavební a technický řád drah (dále jen „vyhláška 177/1995 Sb.“), </w:t>
      </w:r>
      <w:r w:rsidRPr="00C04448">
        <w:t>v</w:t>
      </w:r>
      <w:r w:rsidR="00CF2DEE" w:rsidRPr="00C04448">
        <w:t> </w:t>
      </w:r>
      <w:r w:rsidRPr="00C04448">
        <w:t>platném znění a v souladu s technickými a obchodními podmínkami na realizaci staveb a údržby drah.</w:t>
      </w:r>
    </w:p>
    <w:p w14:paraId="423E3F8B" w14:textId="77777777" w:rsidR="0069308B" w:rsidRPr="00C27636" w:rsidRDefault="0069308B" w:rsidP="0069308B">
      <w:pPr>
        <w:pStyle w:val="Bezmezer"/>
        <w:spacing w:line="240" w:lineRule="auto"/>
        <w:jc w:val="both"/>
      </w:pPr>
    </w:p>
    <w:p w14:paraId="69188738" w14:textId="77777777" w:rsidR="0069308B" w:rsidRPr="00C27636" w:rsidRDefault="0069308B" w:rsidP="0069308B">
      <w:pPr>
        <w:pStyle w:val="Bezmezer"/>
        <w:spacing w:line="240" w:lineRule="auto"/>
        <w:jc w:val="both"/>
      </w:pPr>
    </w:p>
    <w:p w14:paraId="6D08535F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>2. ČLENĚNÍ PRACÍ A POŽADAVKŮ</w:t>
      </w:r>
    </w:p>
    <w:p w14:paraId="73735028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29D6F70F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>2.1. Členění prací</w:t>
      </w:r>
    </w:p>
    <w:p w14:paraId="36D0BCE9" w14:textId="77777777" w:rsidR="00917CF3" w:rsidRPr="00C27636" w:rsidRDefault="00917CF3" w:rsidP="0069308B">
      <w:pPr>
        <w:pStyle w:val="Bezmezer"/>
        <w:spacing w:line="276" w:lineRule="auto"/>
        <w:rPr>
          <w:b/>
          <w:szCs w:val="20"/>
        </w:rPr>
      </w:pPr>
    </w:p>
    <w:p w14:paraId="7BEACF16" w14:textId="6443710C" w:rsidR="006861A1" w:rsidRPr="00551250" w:rsidRDefault="00917CF3" w:rsidP="00917CF3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2.1.1. Na údržbové </w:t>
      </w:r>
      <w:r w:rsidR="00107BCB" w:rsidRPr="00C27636">
        <w:rPr>
          <w:szCs w:val="20"/>
        </w:rPr>
        <w:t xml:space="preserve">a opravné </w:t>
      </w:r>
      <w:r w:rsidRPr="00C27636">
        <w:rPr>
          <w:szCs w:val="20"/>
        </w:rPr>
        <w:t xml:space="preserve">práce </w:t>
      </w:r>
      <w:r w:rsidR="006861A1" w:rsidRPr="00C27636">
        <w:rPr>
          <w:szCs w:val="20"/>
        </w:rPr>
        <w:t xml:space="preserve">pro </w:t>
      </w:r>
      <w:r w:rsidR="00107BCB" w:rsidRPr="00C27636">
        <w:rPr>
          <w:szCs w:val="20"/>
        </w:rPr>
        <w:t xml:space="preserve">bytové hospodářství v </w:t>
      </w:r>
      <w:r w:rsidR="006861A1" w:rsidRPr="00C27636">
        <w:rPr>
          <w:szCs w:val="20"/>
        </w:rPr>
        <w:t>nádražní</w:t>
      </w:r>
      <w:r w:rsidR="00107BCB" w:rsidRPr="00C27636">
        <w:rPr>
          <w:szCs w:val="20"/>
        </w:rPr>
        <w:t>ch</w:t>
      </w:r>
      <w:r w:rsidR="006861A1" w:rsidRPr="00C27636">
        <w:rPr>
          <w:szCs w:val="20"/>
        </w:rPr>
        <w:t xml:space="preserve"> a provozní</w:t>
      </w:r>
      <w:r w:rsidR="00107BCB" w:rsidRPr="00C27636">
        <w:rPr>
          <w:szCs w:val="20"/>
        </w:rPr>
        <w:t>ch</w:t>
      </w:r>
      <w:r w:rsidR="006861A1" w:rsidRPr="00C27636">
        <w:rPr>
          <w:szCs w:val="20"/>
        </w:rPr>
        <w:t xml:space="preserve"> budov</w:t>
      </w:r>
      <w:r w:rsidR="00107BCB" w:rsidRPr="00C27636">
        <w:rPr>
          <w:szCs w:val="20"/>
        </w:rPr>
        <w:t>ách</w:t>
      </w:r>
      <w:r w:rsidR="006861A1" w:rsidRPr="00C27636">
        <w:rPr>
          <w:szCs w:val="20"/>
        </w:rPr>
        <w:t xml:space="preserve"> </w:t>
      </w:r>
      <w:r w:rsidR="00285D2E" w:rsidRPr="00C27636">
        <w:rPr>
          <w:szCs w:val="20"/>
        </w:rPr>
        <w:t xml:space="preserve">bude uzavřena rámcová dohoda </w:t>
      </w:r>
      <w:r w:rsidR="006861A1" w:rsidRPr="00C27636">
        <w:rPr>
          <w:szCs w:val="20"/>
        </w:rPr>
        <w:t xml:space="preserve">v předpokládaném objemu </w:t>
      </w:r>
      <w:r w:rsidR="00284913" w:rsidRPr="00C27636">
        <w:rPr>
          <w:szCs w:val="20"/>
        </w:rPr>
        <w:t>49 879 500,00</w:t>
      </w:r>
      <w:r w:rsidR="009F5373" w:rsidRPr="00C27636">
        <w:rPr>
          <w:szCs w:val="20"/>
        </w:rPr>
        <w:t xml:space="preserve"> </w:t>
      </w:r>
      <w:r w:rsidR="009F5373" w:rsidRPr="00551250">
        <w:rPr>
          <w:szCs w:val="20"/>
        </w:rPr>
        <w:t>Kč</w:t>
      </w:r>
      <w:r w:rsidR="002E3AC4" w:rsidRPr="00551250">
        <w:rPr>
          <w:szCs w:val="20"/>
        </w:rPr>
        <w:t xml:space="preserve"> bez DPH</w:t>
      </w:r>
      <w:r w:rsidR="009F5373" w:rsidRPr="00551250">
        <w:rPr>
          <w:szCs w:val="20"/>
        </w:rPr>
        <w:t>.</w:t>
      </w:r>
    </w:p>
    <w:p w14:paraId="7A1771C8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7074F586" w14:textId="77777777" w:rsidR="0069308B" w:rsidRPr="00C27636" w:rsidRDefault="00917CF3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2.1.</w:t>
      </w:r>
      <w:r w:rsidR="001245C1" w:rsidRPr="00C27636">
        <w:rPr>
          <w:szCs w:val="20"/>
        </w:rPr>
        <w:t>2</w:t>
      </w:r>
      <w:r w:rsidRPr="00C27636">
        <w:rPr>
          <w:szCs w:val="20"/>
        </w:rPr>
        <w:t xml:space="preserve">. </w:t>
      </w:r>
      <w:r w:rsidR="0069308B" w:rsidRPr="00C27636">
        <w:rPr>
          <w:szCs w:val="20"/>
        </w:rPr>
        <w:t>Údržbové práce jsou rozděleny do dvou skupin, které se liší výší plnění a požadovanou reakční dobou na jeden požadavek (dílčí plnění).</w:t>
      </w:r>
    </w:p>
    <w:p w14:paraId="51FBF6DC" w14:textId="77777777" w:rsidR="0069308B" w:rsidRPr="00C27636" w:rsidRDefault="00146C5E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Údržbové práce v objemu</w:t>
      </w:r>
      <w:r w:rsidRPr="00C27636">
        <w:rPr>
          <w:szCs w:val="20"/>
        </w:rPr>
        <w:tab/>
      </w:r>
      <w:r w:rsidR="009F5373" w:rsidRPr="00C27636">
        <w:rPr>
          <w:szCs w:val="20"/>
        </w:rPr>
        <w:t xml:space="preserve">        </w:t>
      </w:r>
      <w:r w:rsidRPr="00C27636">
        <w:rPr>
          <w:szCs w:val="20"/>
        </w:rPr>
        <w:t>1,</w:t>
      </w:r>
      <w:r w:rsidR="009F5373" w:rsidRPr="00C27636">
        <w:rPr>
          <w:szCs w:val="20"/>
        </w:rPr>
        <w:t xml:space="preserve">00 </w:t>
      </w:r>
      <w:r w:rsidRPr="00C27636">
        <w:rPr>
          <w:szCs w:val="20"/>
        </w:rPr>
        <w:t>Kč</w:t>
      </w:r>
      <w:r w:rsidRPr="00C27636">
        <w:rPr>
          <w:szCs w:val="20"/>
        </w:rPr>
        <w:tab/>
        <w:t>-</w:t>
      </w:r>
      <w:r w:rsidR="009F5373" w:rsidRPr="00C27636">
        <w:rPr>
          <w:szCs w:val="20"/>
        </w:rPr>
        <w:t xml:space="preserve">    </w:t>
      </w:r>
      <w:r w:rsidRPr="00C27636">
        <w:rPr>
          <w:szCs w:val="20"/>
        </w:rPr>
        <w:t xml:space="preserve"> </w:t>
      </w:r>
      <w:r w:rsidR="0069308B" w:rsidRPr="00C27636">
        <w:rPr>
          <w:szCs w:val="20"/>
        </w:rPr>
        <w:t>50 000,</w:t>
      </w:r>
      <w:r w:rsidR="009F5373" w:rsidRPr="00C27636">
        <w:rPr>
          <w:szCs w:val="20"/>
        </w:rPr>
        <w:t xml:space="preserve">00 </w:t>
      </w:r>
      <w:r w:rsidR="0069308B" w:rsidRPr="00C27636">
        <w:rPr>
          <w:szCs w:val="20"/>
        </w:rPr>
        <w:t>Kč</w:t>
      </w:r>
    </w:p>
    <w:p w14:paraId="4A3A4664" w14:textId="77777777" w:rsidR="0069308B" w:rsidRPr="00C27636" w:rsidRDefault="00146C5E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Údržbové práce v objemu</w:t>
      </w:r>
      <w:r w:rsidRPr="00C27636">
        <w:rPr>
          <w:szCs w:val="20"/>
        </w:rPr>
        <w:tab/>
        <w:t>50 001,</w:t>
      </w:r>
      <w:r w:rsidR="009F5373" w:rsidRPr="00C27636">
        <w:rPr>
          <w:szCs w:val="20"/>
        </w:rPr>
        <w:t xml:space="preserve">00 </w:t>
      </w:r>
      <w:r w:rsidRPr="00C27636">
        <w:rPr>
          <w:szCs w:val="20"/>
        </w:rPr>
        <w:t>Kč</w:t>
      </w:r>
      <w:r w:rsidRPr="00C27636">
        <w:rPr>
          <w:szCs w:val="20"/>
        </w:rPr>
        <w:tab/>
        <w:t>-</w:t>
      </w:r>
      <w:r w:rsidR="009F5373" w:rsidRPr="00C27636">
        <w:rPr>
          <w:szCs w:val="20"/>
        </w:rPr>
        <w:t xml:space="preserve">  </w:t>
      </w:r>
      <w:r w:rsidRPr="00C27636">
        <w:rPr>
          <w:szCs w:val="20"/>
        </w:rPr>
        <w:t xml:space="preserve"> 4</w:t>
      </w:r>
      <w:r w:rsidR="0069308B" w:rsidRPr="00C27636">
        <w:rPr>
          <w:szCs w:val="20"/>
        </w:rPr>
        <w:t>00 000,</w:t>
      </w:r>
      <w:r w:rsidR="009F5373" w:rsidRPr="00C27636">
        <w:rPr>
          <w:szCs w:val="20"/>
        </w:rPr>
        <w:t xml:space="preserve">00 </w:t>
      </w:r>
      <w:r w:rsidR="0069308B" w:rsidRPr="00C27636">
        <w:rPr>
          <w:szCs w:val="20"/>
        </w:rPr>
        <w:t>Kč</w:t>
      </w:r>
    </w:p>
    <w:p w14:paraId="38AB3675" w14:textId="50F939C5" w:rsidR="0069308B" w:rsidRPr="00C27636" w:rsidRDefault="0069308B" w:rsidP="009F5373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Údržbové práce budou </w:t>
      </w:r>
      <w:r w:rsidR="006861A1" w:rsidRPr="00C27636">
        <w:rPr>
          <w:szCs w:val="20"/>
        </w:rPr>
        <w:t xml:space="preserve">u nádražních a provozních budov </w:t>
      </w:r>
      <w:r w:rsidR="003C26D7" w:rsidRPr="00C27636">
        <w:rPr>
          <w:szCs w:val="20"/>
        </w:rPr>
        <w:t xml:space="preserve">v přepokládaném objemu do </w:t>
      </w:r>
      <w:r w:rsidR="00284913" w:rsidRPr="00C27636">
        <w:rPr>
          <w:szCs w:val="20"/>
        </w:rPr>
        <w:t>9 940 000,0</w:t>
      </w:r>
      <w:r w:rsidR="009F5373" w:rsidRPr="00C27636">
        <w:rPr>
          <w:szCs w:val="20"/>
        </w:rPr>
        <w:t xml:space="preserve">0 </w:t>
      </w:r>
      <w:r w:rsidRPr="00C04448">
        <w:rPr>
          <w:szCs w:val="20"/>
        </w:rPr>
        <w:t>Kč</w:t>
      </w:r>
      <w:r w:rsidR="00CF2DEE" w:rsidRPr="00C04448">
        <w:rPr>
          <w:szCs w:val="20"/>
        </w:rPr>
        <w:t xml:space="preserve"> bez DPH</w:t>
      </w:r>
      <w:r w:rsidR="009F5373" w:rsidRPr="00C04448">
        <w:rPr>
          <w:szCs w:val="20"/>
        </w:rPr>
        <w:t>.</w:t>
      </w:r>
    </w:p>
    <w:p w14:paraId="1B54EEF6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24601FA5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2.1.</w:t>
      </w:r>
      <w:r w:rsidR="001245C1" w:rsidRPr="00C27636">
        <w:rPr>
          <w:szCs w:val="20"/>
        </w:rPr>
        <w:t>3</w:t>
      </w:r>
      <w:r w:rsidRPr="00C27636">
        <w:rPr>
          <w:szCs w:val="20"/>
        </w:rPr>
        <w:t>. U opravných prací je limit stanoven na jeden požadavek</w:t>
      </w:r>
      <w:r w:rsidR="00480FF6" w:rsidRPr="00C27636">
        <w:rPr>
          <w:szCs w:val="20"/>
        </w:rPr>
        <w:t xml:space="preserve"> (dílčí plnění)</w:t>
      </w:r>
      <w:r w:rsidRPr="00C27636">
        <w:rPr>
          <w:szCs w:val="20"/>
        </w:rPr>
        <w:t>:</w:t>
      </w:r>
    </w:p>
    <w:p w14:paraId="16AAD356" w14:textId="566A6ED2" w:rsidR="0069308B" w:rsidRPr="00C27636" w:rsidRDefault="0069308B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Opravné práce v</w:t>
      </w:r>
      <w:r w:rsidR="00285D2E" w:rsidRPr="00C27636">
        <w:rPr>
          <w:szCs w:val="20"/>
        </w:rPr>
        <w:t> </w:t>
      </w:r>
      <w:r w:rsidRPr="00C27636">
        <w:rPr>
          <w:szCs w:val="20"/>
        </w:rPr>
        <w:t>objemu</w:t>
      </w:r>
      <w:r w:rsidR="00285D2E" w:rsidRPr="00C27636">
        <w:rPr>
          <w:szCs w:val="20"/>
        </w:rPr>
        <w:t xml:space="preserve"> nad</w:t>
      </w:r>
      <w:r w:rsidR="00285D2E" w:rsidRPr="00C27636">
        <w:rPr>
          <w:szCs w:val="20"/>
        </w:rPr>
        <w:tab/>
      </w:r>
      <w:r w:rsidR="00146C5E" w:rsidRPr="00C27636">
        <w:rPr>
          <w:szCs w:val="20"/>
        </w:rPr>
        <w:t>4</w:t>
      </w:r>
      <w:r w:rsidR="009A1B5E" w:rsidRPr="00C27636">
        <w:rPr>
          <w:szCs w:val="20"/>
        </w:rPr>
        <w:t>00 00</w:t>
      </w:r>
      <w:r w:rsidR="00285D2E" w:rsidRPr="00C27636">
        <w:rPr>
          <w:szCs w:val="20"/>
        </w:rPr>
        <w:t>0</w:t>
      </w:r>
      <w:r w:rsidR="009A1B5E" w:rsidRPr="00C27636">
        <w:rPr>
          <w:szCs w:val="20"/>
        </w:rPr>
        <w:t>,</w:t>
      </w:r>
      <w:r w:rsidR="009F5373" w:rsidRPr="00C27636">
        <w:rPr>
          <w:szCs w:val="20"/>
        </w:rPr>
        <w:t xml:space="preserve">00 </w:t>
      </w:r>
      <w:r w:rsidR="009A1B5E" w:rsidRPr="00C27636">
        <w:rPr>
          <w:szCs w:val="20"/>
        </w:rPr>
        <w:t>Kč</w:t>
      </w:r>
    </w:p>
    <w:p w14:paraId="327A4E47" w14:textId="1DFB4274" w:rsidR="0069308B" w:rsidRPr="00C04448" w:rsidRDefault="0069308B" w:rsidP="009F5373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Opravné práce budou </w:t>
      </w:r>
      <w:r w:rsidR="006861A1" w:rsidRPr="00C27636">
        <w:rPr>
          <w:szCs w:val="20"/>
        </w:rPr>
        <w:t xml:space="preserve">u nádražních a provozních budov </w:t>
      </w:r>
      <w:r w:rsidRPr="00C27636">
        <w:rPr>
          <w:szCs w:val="20"/>
        </w:rPr>
        <w:t xml:space="preserve">v předpokládaném objemu </w:t>
      </w:r>
      <w:r w:rsidR="009B0556" w:rsidRPr="00C27636">
        <w:rPr>
          <w:szCs w:val="20"/>
        </w:rPr>
        <w:t xml:space="preserve">do </w:t>
      </w:r>
      <w:r w:rsidR="00284913" w:rsidRPr="00C27636">
        <w:rPr>
          <w:szCs w:val="20"/>
        </w:rPr>
        <w:t>39</w:t>
      </w:r>
      <w:r w:rsidR="003C26D7" w:rsidRPr="00C27636">
        <w:rPr>
          <w:szCs w:val="20"/>
        </w:rPr>
        <w:t> </w:t>
      </w:r>
      <w:r w:rsidR="00284913" w:rsidRPr="00C27636">
        <w:rPr>
          <w:szCs w:val="20"/>
        </w:rPr>
        <w:t>939</w:t>
      </w:r>
      <w:r w:rsidR="00BB6711" w:rsidRPr="00C27636">
        <w:rPr>
          <w:szCs w:val="20"/>
        </w:rPr>
        <w:t> </w:t>
      </w:r>
      <w:r w:rsidR="00284913" w:rsidRPr="00C27636">
        <w:rPr>
          <w:szCs w:val="20"/>
        </w:rPr>
        <w:t>5</w:t>
      </w:r>
      <w:r w:rsidRPr="00C27636">
        <w:rPr>
          <w:szCs w:val="20"/>
        </w:rPr>
        <w:t>00</w:t>
      </w:r>
      <w:r w:rsidR="00590C5C" w:rsidRPr="00C27636">
        <w:rPr>
          <w:szCs w:val="20"/>
        </w:rPr>
        <w:t xml:space="preserve">,00 </w:t>
      </w:r>
      <w:r w:rsidR="00590C5C" w:rsidRPr="00C04448">
        <w:rPr>
          <w:szCs w:val="20"/>
        </w:rPr>
        <w:t>Kč</w:t>
      </w:r>
      <w:r w:rsidR="002E3AC4" w:rsidRPr="00C04448">
        <w:rPr>
          <w:szCs w:val="20"/>
        </w:rPr>
        <w:t xml:space="preserve"> bez DPH</w:t>
      </w:r>
      <w:r w:rsidR="00284913" w:rsidRPr="00C04448">
        <w:rPr>
          <w:szCs w:val="20"/>
        </w:rPr>
        <w:t>.</w:t>
      </w:r>
    </w:p>
    <w:p w14:paraId="1919D0F0" w14:textId="77777777" w:rsidR="0069308B" w:rsidRPr="00C04448" w:rsidRDefault="0069308B" w:rsidP="0069308B">
      <w:pPr>
        <w:pStyle w:val="Bezmezer"/>
        <w:spacing w:line="276" w:lineRule="auto"/>
        <w:rPr>
          <w:szCs w:val="20"/>
        </w:rPr>
      </w:pPr>
    </w:p>
    <w:p w14:paraId="0E71442F" w14:textId="77777777" w:rsidR="0069308B" w:rsidRPr="00C27636" w:rsidRDefault="001245C1" w:rsidP="0069308B">
      <w:pPr>
        <w:pStyle w:val="Bezmezer"/>
        <w:spacing w:line="276" w:lineRule="auto"/>
        <w:jc w:val="both"/>
        <w:rPr>
          <w:strike/>
          <w:szCs w:val="20"/>
        </w:rPr>
      </w:pPr>
      <w:r w:rsidRPr="00C27636">
        <w:rPr>
          <w:szCs w:val="20"/>
        </w:rPr>
        <w:t>2.1.4</w:t>
      </w:r>
      <w:r w:rsidR="0069308B" w:rsidRPr="00C27636">
        <w:rPr>
          <w:szCs w:val="20"/>
        </w:rPr>
        <w:t xml:space="preserve"> Objednatel si vyhrazuje jak možnost změny těchto objemů </w:t>
      </w:r>
      <w:r w:rsidRPr="00C27636">
        <w:rPr>
          <w:szCs w:val="20"/>
        </w:rPr>
        <w:t xml:space="preserve">mezi opravnými a údržbovými pracemi </w:t>
      </w:r>
      <w:r w:rsidR="0069308B" w:rsidRPr="00C27636">
        <w:rPr>
          <w:szCs w:val="20"/>
        </w:rPr>
        <w:t xml:space="preserve">v případě vyčerpání jednoho z nich, tak změny předpokládaných plnění u jednotlivých </w:t>
      </w:r>
      <w:r w:rsidR="00A21066" w:rsidRPr="00C27636">
        <w:rPr>
          <w:szCs w:val="20"/>
        </w:rPr>
        <w:lastRenderedPageBreak/>
        <w:t>skupin prací</w:t>
      </w:r>
      <w:r w:rsidR="0069308B" w:rsidRPr="00C27636">
        <w:rPr>
          <w:szCs w:val="20"/>
        </w:rPr>
        <w:t xml:space="preserve"> u opravných prací dle </w:t>
      </w:r>
      <w:r w:rsidR="00590C5C" w:rsidRPr="00C27636">
        <w:rPr>
          <w:szCs w:val="20"/>
        </w:rPr>
        <w:t>Příloh</w:t>
      </w:r>
      <w:r w:rsidR="0069308B" w:rsidRPr="00C27636">
        <w:rPr>
          <w:szCs w:val="20"/>
        </w:rPr>
        <w:t>y č. 1 v případě jejich postupného vyčerpání. Tyto uvedené finanční objemy jsou pouze předpokladem, u kterého může dojít ke změnám dle aktuální situace s požadavky na opravné práce u objednatele</w:t>
      </w:r>
      <w:r w:rsidR="00480FF6" w:rsidRPr="00C27636">
        <w:rPr>
          <w:szCs w:val="20"/>
        </w:rPr>
        <w:t>.</w:t>
      </w:r>
      <w:r w:rsidR="0069308B" w:rsidRPr="00C27636">
        <w:rPr>
          <w:strike/>
          <w:szCs w:val="20"/>
        </w:rPr>
        <w:t xml:space="preserve"> </w:t>
      </w:r>
    </w:p>
    <w:p w14:paraId="2A516D02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10CFA678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2.1.</w:t>
      </w:r>
      <w:r w:rsidR="001245C1" w:rsidRPr="00C27636">
        <w:rPr>
          <w:szCs w:val="20"/>
        </w:rPr>
        <w:t>5</w:t>
      </w:r>
      <w:r w:rsidRPr="00C27636">
        <w:rPr>
          <w:szCs w:val="20"/>
        </w:rPr>
        <w:t>. Podrobné členění prací je uvedeno v </w:t>
      </w:r>
      <w:r w:rsidR="00590C5C" w:rsidRPr="00C27636">
        <w:rPr>
          <w:szCs w:val="20"/>
        </w:rPr>
        <w:t>Příloh</w:t>
      </w:r>
      <w:r w:rsidRPr="00C27636">
        <w:rPr>
          <w:szCs w:val="20"/>
        </w:rPr>
        <w:t>ách č. 1a) a 1b).</w:t>
      </w:r>
    </w:p>
    <w:p w14:paraId="0931FAAD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5D6A7159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>2.2. Typy požadavků</w:t>
      </w:r>
    </w:p>
    <w:p w14:paraId="578B4D81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</w:p>
    <w:p w14:paraId="16293677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2.2.1. Údržba: Práce a činnosti na majetku ve správě objednatele, které odstraňují závady. Při odstranění závady zhotovitel provádí úkony směřující k odstranění závadného stavu.</w:t>
      </w:r>
    </w:p>
    <w:p w14:paraId="461B3C96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1DF019AA" w14:textId="5273336B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2.2.2. Oprava: Práce a činnosti na majetku objednatele většího rozsahu, které odstraňují vady neohrožující provoz a jeho bezpečnost a nemají bezprostřední vliv na kvalitu poskytovaných služeb v těchto objektech. Dále</w:t>
      </w:r>
      <w:r w:rsidR="00283E01" w:rsidRPr="00C27636">
        <w:rPr>
          <w:szCs w:val="20"/>
        </w:rPr>
        <w:t xml:space="preserve"> </w:t>
      </w:r>
      <w:r w:rsidRPr="00C27636">
        <w:rPr>
          <w:szCs w:val="20"/>
        </w:rPr>
        <w:t xml:space="preserve">práce a činnosti </w:t>
      </w:r>
      <w:r w:rsidR="00285D2E" w:rsidRPr="00C27636">
        <w:rPr>
          <w:szCs w:val="20"/>
        </w:rPr>
        <w:t xml:space="preserve">zlepšující stav majetku, případně </w:t>
      </w:r>
      <w:r w:rsidRPr="00C27636">
        <w:rPr>
          <w:szCs w:val="20"/>
        </w:rPr>
        <w:t>zpomalující fyzické opotřebení majetku, předcházející vzniku poruch a zajišťující zachování původních vlastností a funkce majetku.</w:t>
      </w:r>
    </w:p>
    <w:p w14:paraId="1F155A10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112CE059" w14:textId="77777777" w:rsidR="00BF5BB7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>2.3. Stanovení termínů</w:t>
      </w:r>
    </w:p>
    <w:p w14:paraId="01A76338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0D960741" w14:textId="35FBF39C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2.3.1. Čas reakce na řešení jednotlivých požadavků závisí na kategorii objektu a typu požadavku. Časy reakcí - termíny jsou přesně specifikovány v Příloze č. 2a).</w:t>
      </w:r>
    </w:p>
    <w:p w14:paraId="4FA10D06" w14:textId="77777777" w:rsidR="002D272C" w:rsidRPr="00C27636" w:rsidRDefault="002D272C" w:rsidP="0069308B">
      <w:pPr>
        <w:pStyle w:val="Bezmezer"/>
        <w:spacing w:line="276" w:lineRule="auto"/>
        <w:jc w:val="both"/>
        <w:rPr>
          <w:szCs w:val="20"/>
        </w:rPr>
      </w:pPr>
    </w:p>
    <w:p w14:paraId="707D7E4C" w14:textId="77777777" w:rsidR="0069308B" w:rsidRPr="00C27636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  <w:r w:rsidRPr="00C27636">
        <w:rPr>
          <w:b/>
          <w:szCs w:val="20"/>
        </w:rPr>
        <w:t>2.4. Kategorizace objektů</w:t>
      </w:r>
    </w:p>
    <w:p w14:paraId="19632D56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0CCEFC4F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2.4.1. Objekt kategorie A: </w:t>
      </w:r>
      <w:r w:rsidR="009B0556" w:rsidRPr="00C27636">
        <w:rPr>
          <w:szCs w:val="20"/>
        </w:rPr>
        <w:t>N</w:t>
      </w:r>
      <w:r w:rsidR="002D272C" w:rsidRPr="00C27636">
        <w:rPr>
          <w:szCs w:val="20"/>
        </w:rPr>
        <w:t>ádražní a provozní budovy s přímým vlivem na řízení a bezpečnost železničního provozu nebo s přítomností zaměstnanců objednatele, kteří zabezpečují řízení železničního provozu, nebo budovy s vnitřními prostory pro cestující veřejnost</w:t>
      </w:r>
      <w:r w:rsidR="00480FF6" w:rsidRPr="00C27636">
        <w:rPr>
          <w:szCs w:val="20"/>
        </w:rPr>
        <w:t>.</w:t>
      </w:r>
    </w:p>
    <w:p w14:paraId="7BB221C9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7BC719F8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2.4.2. Objekt kategorie B: </w:t>
      </w:r>
      <w:r w:rsidR="002D272C" w:rsidRPr="00C27636">
        <w:rPr>
          <w:szCs w:val="20"/>
        </w:rPr>
        <w:t>Nádražní a provozní budovy s přítomností zaměstnanců objednatele zabezpečujících železniční provoz</w:t>
      </w:r>
      <w:r w:rsidR="00480FF6" w:rsidRPr="00C27636">
        <w:rPr>
          <w:szCs w:val="20"/>
        </w:rPr>
        <w:t>.</w:t>
      </w:r>
    </w:p>
    <w:p w14:paraId="203C4C56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444941DA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2.4.3. Objekt kategorie C: </w:t>
      </w:r>
      <w:r w:rsidR="002D272C" w:rsidRPr="00C27636">
        <w:rPr>
          <w:szCs w:val="20"/>
        </w:rPr>
        <w:t>Nádražní a provozní budovy bez zaměstnanců objednatele nesloužící zajištění železničního provozu, nebo budovy s vnějšími prostory pro cestující veřejnost</w:t>
      </w:r>
      <w:r w:rsidR="00480FF6" w:rsidRPr="00C27636">
        <w:rPr>
          <w:szCs w:val="20"/>
        </w:rPr>
        <w:t>.</w:t>
      </w:r>
    </w:p>
    <w:p w14:paraId="49703464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7096C541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>2.5. Seznam majetku</w:t>
      </w:r>
    </w:p>
    <w:p w14:paraId="631A4227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0168AF9C" w14:textId="5BAE53E8" w:rsidR="0069308B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2.5.1. Seznam majetku určeného k údržbě a opravám na základě plnění z této veřejné zakázky je uveden v Příloze č. 2b</w:t>
      </w:r>
      <w:r w:rsidR="00CF3DAA">
        <w:rPr>
          <w:szCs w:val="20"/>
        </w:rPr>
        <w:t>)</w:t>
      </w:r>
      <w:r w:rsidR="00480FF6" w:rsidRPr="00C27636">
        <w:rPr>
          <w:szCs w:val="20"/>
        </w:rPr>
        <w:t>.</w:t>
      </w:r>
    </w:p>
    <w:p w14:paraId="0AFB61D4" w14:textId="77777777" w:rsidR="004D533B" w:rsidRDefault="004D533B" w:rsidP="0069308B">
      <w:pPr>
        <w:pStyle w:val="Bezmezer"/>
        <w:spacing w:line="276" w:lineRule="auto"/>
        <w:jc w:val="both"/>
        <w:rPr>
          <w:szCs w:val="20"/>
        </w:rPr>
      </w:pPr>
    </w:p>
    <w:p w14:paraId="27DA228B" w14:textId="1A84DFF7" w:rsidR="004D533B" w:rsidRPr="00003948" w:rsidRDefault="00F05470" w:rsidP="0069308B">
      <w:pPr>
        <w:pStyle w:val="Bezmezer"/>
        <w:spacing w:line="276" w:lineRule="auto"/>
        <w:jc w:val="both"/>
        <w:rPr>
          <w:szCs w:val="20"/>
        </w:rPr>
      </w:pPr>
      <w:r w:rsidRPr="00003948">
        <w:rPr>
          <w:szCs w:val="20"/>
        </w:rPr>
        <w:t xml:space="preserve">2.5.2. </w:t>
      </w:r>
      <w:r w:rsidR="006848B6">
        <w:rPr>
          <w:szCs w:val="20"/>
        </w:rPr>
        <w:t>Objednatel si vyhrazuje změnu</w:t>
      </w:r>
      <w:r w:rsidR="001607F3">
        <w:rPr>
          <w:szCs w:val="20"/>
        </w:rPr>
        <w:t xml:space="preserve"> </w:t>
      </w:r>
      <w:r w:rsidR="006848B6">
        <w:rPr>
          <w:szCs w:val="20"/>
        </w:rPr>
        <w:t>v rozsahu míst plnění uvedených v Příloze č. 2b) formou přidáním nebo odebráním. Rozsah výše zmíněných změn nemůže přesáhnout 10 míst plnění</w:t>
      </w:r>
      <w:r w:rsidRPr="00003948">
        <w:rPr>
          <w:szCs w:val="20"/>
        </w:rPr>
        <w:t>.</w:t>
      </w:r>
    </w:p>
    <w:p w14:paraId="28259431" w14:textId="77777777" w:rsidR="0069308B" w:rsidRPr="00003948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44B2EF32" w14:textId="77777777" w:rsidR="00480FF6" w:rsidRPr="00C27636" w:rsidRDefault="00480FF6" w:rsidP="0069308B">
      <w:pPr>
        <w:pStyle w:val="Bezmezer"/>
        <w:spacing w:line="276" w:lineRule="auto"/>
        <w:jc w:val="both"/>
        <w:rPr>
          <w:szCs w:val="20"/>
        </w:rPr>
      </w:pPr>
    </w:p>
    <w:p w14:paraId="1F8F3CE0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>3. ZPRACOVÁNÍ NÁVRHŮ A ROZPOČTŮ</w:t>
      </w:r>
    </w:p>
    <w:p w14:paraId="551F2827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</w:p>
    <w:p w14:paraId="275444A6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>3.1. Obecné zásady tvorby cenového návrhu</w:t>
      </w:r>
    </w:p>
    <w:p w14:paraId="66DA5E08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62564EEB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3.1.1. Pro každý požadavek zaslaný objednatelem dohodnutým způsobem, zhotovitel zpracuje cenový návrh, čas reakce je uveden v </w:t>
      </w:r>
      <w:r w:rsidRPr="00C27636">
        <w:rPr>
          <w:i/>
          <w:szCs w:val="20"/>
        </w:rPr>
        <w:t>Příloze č. 2b) – Seznam majetku a termíny</w:t>
      </w:r>
      <w:r w:rsidRPr="00C27636">
        <w:rPr>
          <w:szCs w:val="20"/>
        </w:rPr>
        <w:t xml:space="preserve">. Na takto zpracovaný a odsouhlasený cenový návrh, uplatní zhotovitel zvýhodnění/přirážku, kterou uvedl v podané nabídce ve </w:t>
      </w:r>
      <w:r w:rsidRPr="00C27636">
        <w:rPr>
          <w:i/>
          <w:szCs w:val="20"/>
        </w:rPr>
        <w:t xml:space="preserve">Formuláři pro sestavení nabídky – </w:t>
      </w:r>
      <w:r w:rsidR="00590C5C" w:rsidRPr="00C27636">
        <w:rPr>
          <w:i/>
          <w:szCs w:val="20"/>
        </w:rPr>
        <w:t>Příloh</w:t>
      </w:r>
      <w:r w:rsidRPr="00C27636">
        <w:rPr>
          <w:i/>
          <w:szCs w:val="20"/>
        </w:rPr>
        <w:t>a č. 1</w:t>
      </w:r>
      <w:r w:rsidRPr="00C27636">
        <w:rPr>
          <w:szCs w:val="20"/>
        </w:rPr>
        <w:t>. ve formě koeficientu v souboru *.</w:t>
      </w:r>
      <w:r w:rsidR="00B266FB" w:rsidRPr="00C27636">
        <w:rPr>
          <w:szCs w:val="20"/>
        </w:rPr>
        <w:t>xls</w:t>
      </w:r>
      <w:r w:rsidRPr="00C27636">
        <w:rPr>
          <w:szCs w:val="20"/>
        </w:rPr>
        <w:t>.</w:t>
      </w:r>
      <w:r w:rsidR="009B0556" w:rsidRPr="00C27636">
        <w:rPr>
          <w:szCs w:val="20"/>
        </w:rPr>
        <w:t xml:space="preserve"> Koeficient bude uplatněn podle </w:t>
      </w:r>
      <w:r w:rsidRPr="00C27636">
        <w:rPr>
          <w:szCs w:val="20"/>
        </w:rPr>
        <w:t xml:space="preserve">ceny zakázky v hodnotě cenové úrovně s použitím ceníků platných ke dni podání nabídky </w:t>
      </w:r>
      <w:r w:rsidR="009B0556" w:rsidRPr="00C27636">
        <w:rPr>
          <w:szCs w:val="20"/>
        </w:rPr>
        <w:t xml:space="preserve">na dílčí objednávku </w:t>
      </w:r>
      <w:r w:rsidRPr="00C27636">
        <w:rPr>
          <w:szCs w:val="20"/>
        </w:rPr>
        <w:t>(například při základní ceně jednotkových položek 49.997,</w:t>
      </w:r>
      <w:r w:rsidR="009F5373" w:rsidRPr="00C27636">
        <w:rPr>
          <w:szCs w:val="20"/>
        </w:rPr>
        <w:t>00</w:t>
      </w:r>
      <w:r w:rsidRPr="00C27636">
        <w:rPr>
          <w:szCs w:val="20"/>
        </w:rPr>
        <w:t xml:space="preserve"> Kč bude uplatněn koeficient do 50.000,</w:t>
      </w:r>
      <w:r w:rsidR="009F5373" w:rsidRPr="00C27636">
        <w:rPr>
          <w:szCs w:val="20"/>
        </w:rPr>
        <w:t xml:space="preserve">00 </w:t>
      </w:r>
      <w:r w:rsidRPr="00C27636">
        <w:rPr>
          <w:szCs w:val="20"/>
        </w:rPr>
        <w:t xml:space="preserve">Kč). Cenový návrh bude vytvářen pomocí exportů souborů rozpočtového programu KROS 4 a mezi objednatelem a zhotovitelem komunikován elektronicky v otevřené podobě *.xls. </w:t>
      </w:r>
    </w:p>
    <w:p w14:paraId="241E6A6F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3DE5EEBA" w14:textId="0004F904"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3.1.2. Při zpracování cenového návrhu zhotovitel použije pouze ceníkové položky, uvedené v cenové soustavě ÚRS platné ke </w:t>
      </w:r>
      <w:r w:rsidR="00A032C4" w:rsidRPr="00C27636">
        <w:rPr>
          <w:szCs w:val="20"/>
        </w:rPr>
        <w:t>d</w:t>
      </w:r>
      <w:r w:rsidRPr="00C27636">
        <w:rPr>
          <w:szCs w:val="20"/>
        </w:rPr>
        <w:t>ni podání nabídky</w:t>
      </w:r>
      <w:r w:rsidR="009B0556" w:rsidRPr="00C27636">
        <w:rPr>
          <w:szCs w:val="20"/>
        </w:rPr>
        <w:t xml:space="preserve"> na dílčí objednávku</w:t>
      </w:r>
      <w:r w:rsidRPr="00C27636">
        <w:rPr>
          <w:szCs w:val="20"/>
        </w:rPr>
        <w:t>. Při jeho sestavení postupuje podle Obecných zásad. Položkové rozpočty musí být provedeny v intencích Cenové soustavy ÚRS (CS ÚRS) - programu „KROS 4 – oceňování a řízení stavební výroby“, tj. v nástroji pro tvorbu rozpočtů, kalkulací stavebních prací a sledování stavební zakázky s použitím ceníků platných ke dni podání nabídky</w:t>
      </w:r>
      <w:r w:rsidR="009B0556" w:rsidRPr="00C27636">
        <w:rPr>
          <w:szCs w:val="20"/>
        </w:rPr>
        <w:t xml:space="preserve"> na dílčí objednávku</w:t>
      </w:r>
      <w:r w:rsidRPr="00C27636">
        <w:rPr>
          <w:szCs w:val="20"/>
        </w:rPr>
        <w:t>, vždy s výkazem výměr</w:t>
      </w:r>
      <w:r w:rsidR="00111319" w:rsidRPr="00C27636">
        <w:rPr>
          <w:szCs w:val="20"/>
        </w:rPr>
        <w:t>, který splňuje požadavky vyhlášky 169/2016 Sb.</w:t>
      </w:r>
      <w:r w:rsidRPr="00C27636">
        <w:rPr>
          <w:szCs w:val="20"/>
        </w:rPr>
        <w:t xml:space="preserve"> Tento program je v rámci Správy železnic, státní organizace výhradně používaným rozpočtovým programem, na základě novely zákona č.</w:t>
      </w:r>
      <w:r w:rsidR="009F5373" w:rsidRPr="00C27636">
        <w:rPr>
          <w:szCs w:val="20"/>
        </w:rPr>
        <w:t> </w:t>
      </w:r>
      <w:r w:rsidRPr="00C27636">
        <w:rPr>
          <w:szCs w:val="20"/>
        </w:rPr>
        <w:t xml:space="preserve">134/2016 Sb. </w:t>
      </w:r>
      <w:r w:rsidRPr="00C04448">
        <w:rPr>
          <w:szCs w:val="20"/>
        </w:rPr>
        <w:t>o</w:t>
      </w:r>
      <w:r w:rsidR="00467957" w:rsidRPr="00C04448">
        <w:rPr>
          <w:szCs w:val="20"/>
        </w:rPr>
        <w:t xml:space="preserve"> zadávání </w:t>
      </w:r>
      <w:r w:rsidRPr="00C04448">
        <w:rPr>
          <w:szCs w:val="20"/>
        </w:rPr>
        <w:t>veřejných zakáz</w:t>
      </w:r>
      <w:r w:rsidR="00467957" w:rsidRPr="00C04448">
        <w:rPr>
          <w:szCs w:val="20"/>
        </w:rPr>
        <w:t>ek</w:t>
      </w:r>
      <w:r w:rsidRPr="00C04448">
        <w:rPr>
          <w:szCs w:val="20"/>
        </w:rPr>
        <w:t xml:space="preserve"> a jeho prováděcí vyhlášky č. 169/2016 Sb., </w:t>
      </w:r>
      <w:r w:rsidR="00467957" w:rsidRPr="00C04448">
        <w:rPr>
          <w:szCs w:val="20"/>
        </w:rPr>
        <w:t>v platném znění</w:t>
      </w:r>
      <w:r w:rsidRPr="00C04448">
        <w:rPr>
          <w:szCs w:val="20"/>
        </w:rPr>
        <w:t>, byla do programu KROS 4 nově zapracována komplexní funkcionalita pro všechny účastníky veřejných</w:t>
      </w:r>
      <w:r w:rsidRPr="00C27636">
        <w:rPr>
          <w:szCs w:val="20"/>
        </w:rPr>
        <w:t xml:space="preserve"> zakázek - objednatele, zpracovatele dokumentace a zhotovitele stavebních prací.</w:t>
      </w:r>
      <w:r w:rsidRPr="00E1195D">
        <w:rPr>
          <w:szCs w:val="20"/>
        </w:rPr>
        <w:t xml:space="preserve"> </w:t>
      </w:r>
    </w:p>
    <w:p w14:paraId="39043D92" w14:textId="77777777"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72BAE85F" w14:textId="6C92C83C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3.1.3. V případě nutnosti zhotovitel použije hodinové zúčtovací sazby, ve výkazu výměr </w:t>
      </w:r>
      <w:r w:rsidRPr="00003948">
        <w:rPr>
          <w:szCs w:val="20"/>
        </w:rPr>
        <w:t>s</w:t>
      </w:r>
      <w:r w:rsidR="00452DC6" w:rsidRPr="00003948">
        <w:rPr>
          <w:szCs w:val="20"/>
        </w:rPr>
        <w:t xml:space="preserve"> podrobným </w:t>
      </w:r>
      <w:r w:rsidRPr="00003948">
        <w:rPr>
          <w:szCs w:val="20"/>
        </w:rPr>
        <w:t>popisem konkrétních prováděných prací</w:t>
      </w:r>
      <w:r w:rsidR="00452DC6" w:rsidRPr="00003948">
        <w:rPr>
          <w:szCs w:val="20"/>
        </w:rPr>
        <w:t>, její kvantifikací pomocí konkrétní měrné jednotky</w:t>
      </w:r>
      <w:r w:rsidR="00E27ABA" w:rsidRPr="00003948">
        <w:rPr>
          <w:szCs w:val="20"/>
        </w:rPr>
        <w:t xml:space="preserve"> a dobou jejich trvání</w:t>
      </w:r>
      <w:r w:rsidRPr="00003948">
        <w:rPr>
          <w:szCs w:val="20"/>
        </w:rPr>
        <w:t>. Materiál bude v tomto případě vždy uveden samostatnou položkou a nebude-li v ceníkové databázi materiálů uveden, bude zanesen do rozpočtu formou R-položky, v souladu se Směrnicí</w:t>
      </w:r>
      <w:r w:rsidR="00590C5C" w:rsidRPr="00003948">
        <w:rPr>
          <w:szCs w:val="20"/>
        </w:rPr>
        <w:t xml:space="preserve"> SŽDC</w:t>
      </w:r>
      <w:r w:rsidRPr="00003948">
        <w:rPr>
          <w:szCs w:val="20"/>
        </w:rPr>
        <w:t xml:space="preserve"> č</w:t>
      </w:r>
      <w:r w:rsidRPr="00C04448">
        <w:rPr>
          <w:szCs w:val="20"/>
        </w:rPr>
        <w:t>.</w:t>
      </w:r>
      <w:r w:rsidR="009515D7" w:rsidRPr="00C04448">
        <w:rPr>
          <w:szCs w:val="20"/>
        </w:rPr>
        <w:t xml:space="preserve"> 20</w:t>
      </w:r>
      <w:r w:rsidRPr="00C04448">
        <w:rPr>
          <w:szCs w:val="20"/>
        </w:rPr>
        <w:t xml:space="preserve"> č.j. 28169/2017-SŽDC-GŘ-NM</w:t>
      </w:r>
      <w:r w:rsidR="009515D7" w:rsidRPr="00C04448">
        <w:rPr>
          <w:szCs w:val="20"/>
        </w:rPr>
        <w:t>, ve znění Změny č. 1,</w:t>
      </w:r>
      <w:r w:rsidRPr="00C04448">
        <w:rPr>
          <w:szCs w:val="20"/>
        </w:rPr>
        <w:t xml:space="preserve"> </w:t>
      </w:r>
      <w:r w:rsidR="009F5373" w:rsidRPr="00C04448">
        <w:rPr>
          <w:szCs w:val="20"/>
        </w:rPr>
        <w:t xml:space="preserve">pro stanovení a členění investičních nákladů staveb </w:t>
      </w:r>
      <w:r w:rsidR="00590C5C" w:rsidRPr="00C04448">
        <w:rPr>
          <w:szCs w:val="20"/>
        </w:rPr>
        <w:t>státní organizace Správ</w:t>
      </w:r>
      <w:r w:rsidR="009515D7" w:rsidRPr="00C04448">
        <w:rPr>
          <w:szCs w:val="20"/>
        </w:rPr>
        <w:t xml:space="preserve">y železnic </w:t>
      </w:r>
      <w:r w:rsidRPr="00C04448">
        <w:rPr>
          <w:szCs w:val="20"/>
        </w:rPr>
        <w:t>a doplněna referencemi na ceny obvykl</w:t>
      </w:r>
      <w:r w:rsidR="00E27ABA" w:rsidRPr="00C04448">
        <w:rPr>
          <w:szCs w:val="20"/>
        </w:rPr>
        <w:t>é</w:t>
      </w:r>
      <w:r w:rsidRPr="00C04448">
        <w:rPr>
          <w:szCs w:val="20"/>
        </w:rPr>
        <w:t xml:space="preserve"> v daném místě a čase</w:t>
      </w:r>
      <w:r w:rsidR="00E27ABA" w:rsidRPr="00C04448">
        <w:rPr>
          <w:szCs w:val="20"/>
        </w:rPr>
        <w:t xml:space="preserve"> nejlépe doložené odkazem na ceník výrobce případně internetovou stránku prodejce s konkrétní položkou</w:t>
      </w:r>
      <w:r w:rsidRPr="00C27636">
        <w:rPr>
          <w:szCs w:val="20"/>
        </w:rPr>
        <w:t>.</w:t>
      </w:r>
    </w:p>
    <w:p w14:paraId="077178A8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272E6720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3.1.4. Pro ocenění je možné použít i tak zvané R-položky</w:t>
      </w:r>
      <w:r w:rsidR="00E27ABA" w:rsidRPr="00C27636">
        <w:rPr>
          <w:szCs w:val="20"/>
        </w:rPr>
        <w:t>.</w:t>
      </w:r>
      <w:r w:rsidRPr="00C27636">
        <w:rPr>
          <w:szCs w:val="20"/>
        </w:rPr>
        <w:t xml:space="preserve"> R-položky jsou s označením na první pozici R a číselným pořadím položky (např. R123)</w:t>
      </w:r>
      <w:r w:rsidR="00E27ABA" w:rsidRPr="00C27636">
        <w:rPr>
          <w:szCs w:val="20"/>
        </w:rPr>
        <w:t>, případně na poslední pozici, vychází-li R-položka z položky CS ÚRS a je obsahově podobná.</w:t>
      </w:r>
      <w:r w:rsidRPr="00C27636">
        <w:rPr>
          <w:szCs w:val="20"/>
        </w:rPr>
        <w:t xml:space="preserve"> V případě, že R-položka vychází z individuální kalkulace položky uvedené v použité cenové soustavě, bude na dalších pozicích </w:t>
      </w:r>
      <w:r w:rsidR="00E27ABA" w:rsidRPr="00C27636">
        <w:rPr>
          <w:szCs w:val="20"/>
        </w:rPr>
        <w:t>před</w:t>
      </w:r>
      <w:r w:rsidRPr="00C27636">
        <w:rPr>
          <w:szCs w:val="20"/>
        </w:rPr>
        <w:t xml:space="preserve"> označením R použité číselné označení původní výchozí položky, z které individuální kalkulace vychází. V případě, že z jedné položky uvedené v cenové soustavě vychází víc R-položek s rozdílnou technickou specifikací, bude na konci takovéto položky doplněno číslo položky vzestupnou číselnou řadou (např. [položka cenové soustavy]</w:t>
      </w:r>
      <w:r w:rsidR="00E27ABA" w:rsidRPr="00C27636">
        <w:rPr>
          <w:szCs w:val="20"/>
        </w:rPr>
        <w:t>-R</w:t>
      </w:r>
      <w:r w:rsidRPr="00C27636">
        <w:rPr>
          <w:szCs w:val="20"/>
        </w:rPr>
        <w:t>123). U všech R-položek je vždy nutné uvést technické specifikace s přesným popisem specifikujícím dodávku materiálů nebo výrobků s jednoznačným popisem materiálu nebo výrobku s uvedením technických parametrů nebo vlastností požadovaných materiálů nebo výrobků.</w:t>
      </w:r>
    </w:p>
    <w:p w14:paraId="3A3702E7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6B772E4F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3.1.5. R-položky budou použity jen, pokud nebude možné práce ocenit v cenové soustavě ÚRS - programu KROS 4.</w:t>
      </w:r>
    </w:p>
    <w:p w14:paraId="56387719" w14:textId="77777777" w:rsidR="00D81A78" w:rsidRPr="00C27636" w:rsidRDefault="00D81A78" w:rsidP="0069308B">
      <w:pPr>
        <w:pStyle w:val="Bezmezer"/>
        <w:spacing w:line="276" w:lineRule="auto"/>
        <w:jc w:val="both"/>
        <w:rPr>
          <w:szCs w:val="20"/>
        </w:rPr>
      </w:pPr>
    </w:p>
    <w:p w14:paraId="4F3DD139" w14:textId="5618A865" w:rsidR="00D81A78" w:rsidRPr="00C27636" w:rsidRDefault="00D81A78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3.1.6</w:t>
      </w:r>
      <w:r w:rsidR="00D20834" w:rsidRPr="00C27636">
        <w:rPr>
          <w:szCs w:val="20"/>
        </w:rPr>
        <w:t>.</w:t>
      </w:r>
      <w:r w:rsidRPr="00C27636">
        <w:rPr>
          <w:szCs w:val="20"/>
        </w:rPr>
        <w:t xml:space="preserve"> Doprava do místa plnění je v</w:t>
      </w:r>
      <w:r w:rsidR="00B54F43" w:rsidRPr="00C27636">
        <w:rPr>
          <w:szCs w:val="20"/>
        </w:rPr>
        <w:t>e</w:t>
      </w:r>
      <w:r w:rsidRPr="00C27636">
        <w:rPr>
          <w:szCs w:val="20"/>
        </w:rPr>
        <w:t xml:space="preserve"> městech </w:t>
      </w:r>
      <w:r w:rsidR="00B54F43" w:rsidRPr="00C27636">
        <w:rPr>
          <w:szCs w:val="20"/>
        </w:rPr>
        <w:t xml:space="preserve">Brno a Jihlava </w:t>
      </w:r>
      <w:r w:rsidRPr="00C27636">
        <w:rPr>
          <w:szCs w:val="20"/>
        </w:rPr>
        <w:t>stanovena paušálem</w:t>
      </w:r>
      <w:r w:rsidR="00D20834" w:rsidRPr="00C27636">
        <w:rPr>
          <w:szCs w:val="20"/>
        </w:rPr>
        <w:t>, do ostatních míst počtem kilometrů v</w:t>
      </w:r>
      <w:r w:rsidR="00B54F43" w:rsidRPr="00C27636">
        <w:rPr>
          <w:szCs w:val="20"/>
        </w:rPr>
        <w:t>e</w:t>
      </w:r>
      <w:r w:rsidR="00D20834" w:rsidRPr="00C27636">
        <w:rPr>
          <w:szCs w:val="20"/>
        </w:rPr>
        <w:t xml:space="preserve"> sloupci dopravy </w:t>
      </w:r>
      <w:r w:rsidR="00590C5C" w:rsidRPr="00C27636">
        <w:rPr>
          <w:szCs w:val="20"/>
        </w:rPr>
        <w:t>Příloh</w:t>
      </w:r>
      <w:r w:rsidR="00D20834" w:rsidRPr="00C27636">
        <w:rPr>
          <w:szCs w:val="20"/>
        </w:rPr>
        <w:t>y 1.</w:t>
      </w:r>
    </w:p>
    <w:p w14:paraId="11905B11" w14:textId="77777777" w:rsidR="00D20834" w:rsidRPr="00C27636" w:rsidRDefault="00D20834" w:rsidP="0069308B">
      <w:pPr>
        <w:pStyle w:val="Bezmezer"/>
        <w:spacing w:line="276" w:lineRule="auto"/>
        <w:jc w:val="both"/>
        <w:rPr>
          <w:szCs w:val="20"/>
        </w:rPr>
      </w:pPr>
    </w:p>
    <w:p w14:paraId="6A02491B" w14:textId="77777777" w:rsidR="00D20834" w:rsidRPr="00C27636" w:rsidRDefault="00D20834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3.1.7. Dopravu lze využít u údržbových prací v maximální výši následovně:</w:t>
      </w:r>
    </w:p>
    <w:p w14:paraId="74BB77E8" w14:textId="77777777" w:rsidR="00D20834" w:rsidRPr="00C27636" w:rsidRDefault="00D20834" w:rsidP="00D20834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Údržbové práce v objemu</w:t>
      </w:r>
      <w:r w:rsidRPr="00C27636">
        <w:rPr>
          <w:szCs w:val="20"/>
        </w:rPr>
        <w:tab/>
      </w:r>
      <w:r w:rsidR="009F5373" w:rsidRPr="00C27636">
        <w:rPr>
          <w:szCs w:val="20"/>
        </w:rPr>
        <w:t xml:space="preserve"> </w:t>
      </w:r>
      <w:r w:rsidRPr="00C27636">
        <w:rPr>
          <w:szCs w:val="20"/>
        </w:rPr>
        <w:t>1,</w:t>
      </w:r>
      <w:r w:rsidR="009F5373" w:rsidRPr="00C27636">
        <w:rPr>
          <w:szCs w:val="20"/>
        </w:rPr>
        <w:t xml:space="preserve">00 </w:t>
      </w:r>
      <w:r w:rsidRPr="00C27636">
        <w:rPr>
          <w:szCs w:val="20"/>
        </w:rPr>
        <w:t>Kč</w:t>
      </w:r>
      <w:r w:rsidRPr="00C27636">
        <w:rPr>
          <w:szCs w:val="20"/>
        </w:rPr>
        <w:tab/>
        <w:t xml:space="preserve">- </w:t>
      </w:r>
      <w:r w:rsidR="009F5373" w:rsidRPr="00C27636">
        <w:rPr>
          <w:szCs w:val="20"/>
        </w:rPr>
        <w:t xml:space="preserve">  </w:t>
      </w:r>
      <w:r w:rsidRPr="00C27636">
        <w:rPr>
          <w:szCs w:val="20"/>
        </w:rPr>
        <w:t>50 000,</w:t>
      </w:r>
      <w:r w:rsidR="009F5373" w:rsidRPr="00C27636">
        <w:rPr>
          <w:szCs w:val="20"/>
        </w:rPr>
        <w:t xml:space="preserve">00 </w:t>
      </w:r>
      <w:r w:rsidRPr="00C27636">
        <w:rPr>
          <w:szCs w:val="20"/>
        </w:rPr>
        <w:t>Kč</w:t>
      </w:r>
      <w:r w:rsidRPr="00C27636">
        <w:rPr>
          <w:szCs w:val="20"/>
        </w:rPr>
        <w:tab/>
        <w:t xml:space="preserve">2x hodnota dle </w:t>
      </w:r>
      <w:r w:rsidR="00590C5C" w:rsidRPr="00C27636">
        <w:rPr>
          <w:szCs w:val="20"/>
        </w:rPr>
        <w:t>Příloh</w:t>
      </w:r>
      <w:r w:rsidRPr="00C27636">
        <w:rPr>
          <w:szCs w:val="20"/>
        </w:rPr>
        <w:t>y 1</w:t>
      </w:r>
    </w:p>
    <w:p w14:paraId="56F3FD16" w14:textId="77777777" w:rsidR="00D20834" w:rsidRPr="00C27636" w:rsidRDefault="00D20834" w:rsidP="00D20834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Údržbové práce v</w:t>
      </w:r>
      <w:r w:rsidR="009F5373" w:rsidRPr="00C27636">
        <w:rPr>
          <w:szCs w:val="20"/>
        </w:rPr>
        <w:t> </w:t>
      </w:r>
      <w:r w:rsidRPr="00C27636">
        <w:rPr>
          <w:szCs w:val="20"/>
        </w:rPr>
        <w:t>objemu</w:t>
      </w:r>
      <w:r w:rsidR="009F5373" w:rsidRPr="00C27636">
        <w:rPr>
          <w:szCs w:val="20"/>
        </w:rPr>
        <w:t xml:space="preserve"> </w:t>
      </w:r>
      <w:r w:rsidRPr="00C27636">
        <w:rPr>
          <w:szCs w:val="20"/>
        </w:rPr>
        <w:t>50 001,</w:t>
      </w:r>
      <w:r w:rsidR="009F5373" w:rsidRPr="00C27636">
        <w:rPr>
          <w:szCs w:val="20"/>
        </w:rPr>
        <w:t xml:space="preserve">00 </w:t>
      </w:r>
      <w:r w:rsidRPr="00C27636">
        <w:rPr>
          <w:szCs w:val="20"/>
        </w:rPr>
        <w:t>Kč</w:t>
      </w:r>
      <w:r w:rsidRPr="00C27636">
        <w:rPr>
          <w:szCs w:val="20"/>
        </w:rPr>
        <w:tab/>
        <w:t>- 400 000,</w:t>
      </w:r>
      <w:r w:rsidR="009F5373" w:rsidRPr="00C27636">
        <w:rPr>
          <w:szCs w:val="20"/>
        </w:rPr>
        <w:t xml:space="preserve">00 </w:t>
      </w:r>
      <w:r w:rsidRPr="00C27636">
        <w:rPr>
          <w:szCs w:val="20"/>
        </w:rPr>
        <w:t>Kč</w:t>
      </w:r>
      <w:r w:rsidRPr="00C27636">
        <w:rPr>
          <w:szCs w:val="20"/>
        </w:rPr>
        <w:tab/>
        <w:t xml:space="preserve">3x hodnota dle </w:t>
      </w:r>
      <w:r w:rsidR="00590C5C" w:rsidRPr="00C27636">
        <w:rPr>
          <w:szCs w:val="20"/>
        </w:rPr>
        <w:t>Příloh</w:t>
      </w:r>
      <w:r w:rsidRPr="00C27636">
        <w:rPr>
          <w:szCs w:val="20"/>
        </w:rPr>
        <w:t>y 1</w:t>
      </w:r>
    </w:p>
    <w:p w14:paraId="69410DEE" w14:textId="77777777" w:rsidR="00D20834" w:rsidRPr="00C27636" w:rsidRDefault="00D20834" w:rsidP="00D20834">
      <w:pPr>
        <w:pStyle w:val="Bezmezer"/>
        <w:spacing w:line="276" w:lineRule="auto"/>
        <w:jc w:val="both"/>
        <w:rPr>
          <w:szCs w:val="20"/>
        </w:rPr>
      </w:pPr>
    </w:p>
    <w:p w14:paraId="7FC05499" w14:textId="3922FC77" w:rsidR="003A046D" w:rsidRPr="00C27636" w:rsidRDefault="00D20834" w:rsidP="009F5373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 xml:space="preserve">3.1.8. Doprava u opravných prací </w:t>
      </w:r>
      <w:r w:rsidR="00242C0E" w:rsidRPr="00C27636">
        <w:rPr>
          <w:szCs w:val="20"/>
        </w:rPr>
        <w:t xml:space="preserve">nad </w:t>
      </w:r>
      <w:r w:rsidRPr="00C27636">
        <w:rPr>
          <w:szCs w:val="20"/>
        </w:rPr>
        <w:t>400 00</w:t>
      </w:r>
      <w:r w:rsidR="00242C0E" w:rsidRPr="00C27636">
        <w:rPr>
          <w:szCs w:val="20"/>
        </w:rPr>
        <w:t>0</w:t>
      </w:r>
      <w:r w:rsidRPr="00C27636">
        <w:rPr>
          <w:szCs w:val="20"/>
        </w:rPr>
        <w:t>,</w:t>
      </w:r>
      <w:r w:rsidR="009F5373" w:rsidRPr="00C27636">
        <w:rPr>
          <w:szCs w:val="20"/>
        </w:rPr>
        <w:t xml:space="preserve">00 </w:t>
      </w:r>
      <w:r w:rsidRPr="00C27636">
        <w:rPr>
          <w:szCs w:val="20"/>
        </w:rPr>
        <w:t>Kč</w:t>
      </w:r>
      <w:r w:rsidR="009F5373" w:rsidRPr="00C27636">
        <w:rPr>
          <w:szCs w:val="20"/>
        </w:rPr>
        <w:t xml:space="preserve"> </w:t>
      </w:r>
      <w:r w:rsidRPr="00C27636">
        <w:rPr>
          <w:szCs w:val="20"/>
        </w:rPr>
        <w:t>je</w:t>
      </w:r>
      <w:r w:rsidR="009F5373" w:rsidRPr="00C27636">
        <w:rPr>
          <w:szCs w:val="20"/>
        </w:rPr>
        <w:t xml:space="preserve"> </w:t>
      </w:r>
      <w:r w:rsidRPr="00C27636">
        <w:rPr>
          <w:szCs w:val="20"/>
        </w:rPr>
        <w:t>zahrnuta</w:t>
      </w:r>
      <w:r w:rsidR="009F5373" w:rsidRPr="00C27636">
        <w:rPr>
          <w:szCs w:val="20"/>
        </w:rPr>
        <w:t xml:space="preserve"> v </w:t>
      </w:r>
      <w:r w:rsidRPr="00C27636">
        <w:rPr>
          <w:szCs w:val="20"/>
        </w:rPr>
        <w:t>koeficientu.</w:t>
      </w:r>
    </w:p>
    <w:p w14:paraId="107A7C6D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46042B67" w14:textId="61047F0D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3.1.</w:t>
      </w:r>
      <w:r w:rsidR="00D20834" w:rsidRPr="00C27636">
        <w:rPr>
          <w:szCs w:val="20"/>
        </w:rPr>
        <w:t>9</w:t>
      </w:r>
      <w:r w:rsidRPr="00C27636">
        <w:rPr>
          <w:szCs w:val="20"/>
        </w:rPr>
        <w:t>. Dílčí cenový návrh nebude obsahovat vedlejší rozpočtové náklady, které jsou zohledněny v hodnotě přirážky/zvýhodnění</w:t>
      </w:r>
      <w:r w:rsidR="00D9415B" w:rsidRPr="00C27636">
        <w:rPr>
          <w:szCs w:val="20"/>
        </w:rPr>
        <w:t xml:space="preserve"> dle </w:t>
      </w:r>
      <w:r w:rsidR="00590C5C" w:rsidRPr="00C27636">
        <w:rPr>
          <w:szCs w:val="20"/>
        </w:rPr>
        <w:t>Příloh</w:t>
      </w:r>
      <w:r w:rsidR="00D9415B" w:rsidRPr="00C27636">
        <w:rPr>
          <w:szCs w:val="20"/>
        </w:rPr>
        <w:t>y 1</w:t>
      </w:r>
      <w:r w:rsidRPr="00C27636">
        <w:rPr>
          <w:szCs w:val="20"/>
        </w:rPr>
        <w:t>.</w:t>
      </w:r>
      <w:r w:rsidR="003A046D" w:rsidRPr="00C27636">
        <w:rPr>
          <w:szCs w:val="20"/>
        </w:rPr>
        <w:t xml:space="preserve"> Ostatní vedlejší rozpočtové náklady mohou být jeho součástí.</w:t>
      </w:r>
      <w:r w:rsidR="00316A72" w:rsidRPr="00C27636">
        <w:rPr>
          <w:szCs w:val="20"/>
        </w:rPr>
        <w:t xml:space="preserve"> V případě jejich nutnosti zhotovitel použije vedlejší rozpočtové </w:t>
      </w:r>
      <w:r w:rsidR="00316A72" w:rsidRPr="00C04448">
        <w:rPr>
          <w:szCs w:val="20"/>
        </w:rPr>
        <w:t xml:space="preserve">náklady </w:t>
      </w:r>
      <w:r w:rsidR="00452DC6" w:rsidRPr="00C04448">
        <w:rPr>
          <w:szCs w:val="20"/>
        </w:rPr>
        <w:t>(</w:t>
      </w:r>
      <w:r w:rsidR="00316A72" w:rsidRPr="00C04448">
        <w:rPr>
          <w:szCs w:val="20"/>
        </w:rPr>
        <w:t>neobsažené v hodnotě přirážky/zvýhodnění dle přílohy 1</w:t>
      </w:r>
      <w:r w:rsidR="00452DC6" w:rsidRPr="00C04448">
        <w:rPr>
          <w:szCs w:val="20"/>
        </w:rPr>
        <w:t>)</w:t>
      </w:r>
      <w:r w:rsidR="00316A72" w:rsidRPr="00C04448">
        <w:rPr>
          <w:szCs w:val="20"/>
        </w:rPr>
        <w:t xml:space="preserve"> s výkazem výměr</w:t>
      </w:r>
      <w:r w:rsidR="00A87355" w:rsidRPr="00C04448">
        <w:rPr>
          <w:szCs w:val="20"/>
        </w:rPr>
        <w:t>,</w:t>
      </w:r>
      <w:r w:rsidR="00316A72" w:rsidRPr="00C04448">
        <w:rPr>
          <w:szCs w:val="20"/>
        </w:rPr>
        <w:t xml:space="preserve"> s</w:t>
      </w:r>
      <w:r w:rsidR="00452DC6" w:rsidRPr="00C04448">
        <w:rPr>
          <w:szCs w:val="20"/>
        </w:rPr>
        <w:t xml:space="preserve"> podrobným </w:t>
      </w:r>
      <w:r w:rsidR="00316A72" w:rsidRPr="00C04448">
        <w:rPr>
          <w:szCs w:val="20"/>
        </w:rPr>
        <w:t>popisem</w:t>
      </w:r>
      <w:r w:rsidR="00452DC6" w:rsidRPr="00C04448">
        <w:rPr>
          <w:szCs w:val="20"/>
        </w:rPr>
        <w:t>, jej</w:t>
      </w:r>
      <w:r w:rsidR="00A87355" w:rsidRPr="00C04448">
        <w:rPr>
          <w:szCs w:val="20"/>
        </w:rPr>
        <w:t>i</w:t>
      </w:r>
      <w:r w:rsidR="00452DC6" w:rsidRPr="00C04448">
        <w:rPr>
          <w:szCs w:val="20"/>
        </w:rPr>
        <w:t>ch kvantifikací pomocí konkrétní měrné jednotky</w:t>
      </w:r>
      <w:r w:rsidR="00A87355" w:rsidRPr="00C04448">
        <w:rPr>
          <w:szCs w:val="20"/>
        </w:rPr>
        <w:t xml:space="preserve"> a</w:t>
      </w:r>
      <w:r w:rsidR="00452DC6" w:rsidRPr="00C04448">
        <w:rPr>
          <w:szCs w:val="20"/>
        </w:rPr>
        <w:t xml:space="preserve"> dobou jejich</w:t>
      </w:r>
      <w:r w:rsidR="00A87355" w:rsidRPr="00C04448">
        <w:rPr>
          <w:szCs w:val="20"/>
        </w:rPr>
        <w:t xml:space="preserve"> trvání</w:t>
      </w:r>
      <w:r w:rsidR="00316A72" w:rsidRPr="00C04448">
        <w:rPr>
          <w:szCs w:val="20"/>
        </w:rPr>
        <w:t>.</w:t>
      </w:r>
    </w:p>
    <w:p w14:paraId="2901E509" w14:textId="77777777" w:rsidR="0069308B" w:rsidRPr="00C27636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14:paraId="48BC6336" w14:textId="1A20A593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3.1.</w:t>
      </w:r>
      <w:r w:rsidR="00D20834" w:rsidRPr="00C27636">
        <w:rPr>
          <w:szCs w:val="20"/>
        </w:rPr>
        <w:t>10.</w:t>
      </w:r>
      <w:r w:rsidRPr="00C27636">
        <w:rPr>
          <w:szCs w:val="20"/>
        </w:rPr>
        <w:t xml:space="preserve"> Na všechny oboustranně schválené cenové návrhy budou vyhotoveny objednávky a v případě částek od 50</w:t>
      </w:r>
      <w:r w:rsidR="00BB6711" w:rsidRPr="00C27636">
        <w:rPr>
          <w:szCs w:val="20"/>
        </w:rPr>
        <w:t> </w:t>
      </w:r>
      <w:r w:rsidRPr="00C27636">
        <w:rPr>
          <w:szCs w:val="20"/>
        </w:rPr>
        <w:t>001,</w:t>
      </w:r>
      <w:r w:rsidR="009515D7">
        <w:rPr>
          <w:szCs w:val="20"/>
        </w:rPr>
        <w:t>00</w:t>
      </w:r>
      <w:r w:rsidRPr="00C27636">
        <w:rPr>
          <w:szCs w:val="20"/>
        </w:rPr>
        <w:t xml:space="preserve"> Kč, budou objednávky zveřejněny prostřednictvím registru smluv dle zákona č. 340/2015 Sb., </w:t>
      </w:r>
      <w:r w:rsidR="009515D7">
        <w:rPr>
          <w:szCs w:val="20"/>
        </w:rPr>
        <w:t>o registru smluv</w:t>
      </w:r>
      <w:r w:rsidR="00AC5C89">
        <w:rPr>
          <w:szCs w:val="20"/>
        </w:rPr>
        <w:t>,</w:t>
      </w:r>
      <w:r w:rsidR="009515D7">
        <w:rPr>
          <w:szCs w:val="20"/>
        </w:rPr>
        <w:t xml:space="preserve"> </w:t>
      </w:r>
      <w:r w:rsidRPr="00C27636">
        <w:rPr>
          <w:szCs w:val="20"/>
        </w:rPr>
        <w:t xml:space="preserve">v platném </w:t>
      </w:r>
      <w:r w:rsidRPr="00C04448">
        <w:rPr>
          <w:szCs w:val="20"/>
        </w:rPr>
        <w:t>znění</w:t>
      </w:r>
      <w:r w:rsidR="00AC5C89" w:rsidRPr="00C04448">
        <w:rPr>
          <w:szCs w:val="20"/>
        </w:rPr>
        <w:t xml:space="preserve"> (dále jen „ZRS“)</w:t>
      </w:r>
      <w:r w:rsidR="009515D7" w:rsidRPr="00C04448">
        <w:rPr>
          <w:szCs w:val="20"/>
        </w:rPr>
        <w:t>.</w:t>
      </w:r>
    </w:p>
    <w:p w14:paraId="7E36D964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193EDC2C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lastRenderedPageBreak/>
        <w:t>3.1.</w:t>
      </w:r>
      <w:r w:rsidR="00D20834" w:rsidRPr="00C27636">
        <w:rPr>
          <w:szCs w:val="20"/>
        </w:rPr>
        <w:t>11.</w:t>
      </w:r>
      <w:r w:rsidRPr="00C27636">
        <w:rPr>
          <w:szCs w:val="20"/>
        </w:rPr>
        <w:t xml:space="preserve"> Nezbytnou součásti cenového návrhu je návrh předpokládané časové náročnosti realizace a předpokládaný termín zahájení a ukončení prací.</w:t>
      </w:r>
    </w:p>
    <w:p w14:paraId="1B914DCB" w14:textId="77777777" w:rsidR="0069308B" w:rsidRPr="00C27636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14:paraId="30621500" w14:textId="77777777" w:rsidR="0069308B" w:rsidRPr="00C27636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  <w:r w:rsidRPr="00C27636">
        <w:rPr>
          <w:b/>
          <w:szCs w:val="20"/>
        </w:rPr>
        <w:t>3.2. Postup při zpracování cenového návrhu na dílčí plnění/objednávky</w:t>
      </w:r>
    </w:p>
    <w:p w14:paraId="3DCC79F1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686EDD54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3.2.1. Na základě požadavku předloženého objednatelem, předloží zhotovitel cenový návrh, zpracovaný v souladu s článkem 3.1.</w:t>
      </w:r>
    </w:p>
    <w:p w14:paraId="65BB4371" w14:textId="77777777" w:rsidR="00A87355" w:rsidRDefault="00A87355" w:rsidP="0069308B">
      <w:pPr>
        <w:pStyle w:val="Bezmezer"/>
        <w:spacing w:line="276" w:lineRule="auto"/>
        <w:jc w:val="both"/>
        <w:rPr>
          <w:szCs w:val="20"/>
          <w:highlight w:val="green"/>
        </w:rPr>
      </w:pPr>
    </w:p>
    <w:p w14:paraId="01261D5D" w14:textId="1240AEBC" w:rsidR="00A87355" w:rsidRPr="00003948" w:rsidRDefault="00A87355" w:rsidP="0069308B">
      <w:pPr>
        <w:pStyle w:val="Bezmezer"/>
        <w:spacing w:line="276" w:lineRule="auto"/>
        <w:jc w:val="both"/>
        <w:rPr>
          <w:szCs w:val="20"/>
        </w:rPr>
      </w:pPr>
      <w:r w:rsidRPr="00003948">
        <w:rPr>
          <w:szCs w:val="20"/>
        </w:rPr>
        <w:t xml:space="preserve">3.2.2. Požadavky </w:t>
      </w:r>
      <w:r w:rsidR="00931862" w:rsidRPr="00003948">
        <w:rPr>
          <w:szCs w:val="20"/>
        </w:rPr>
        <w:t xml:space="preserve">v objemu </w:t>
      </w:r>
      <w:r w:rsidRPr="00003948">
        <w:rPr>
          <w:szCs w:val="20"/>
        </w:rPr>
        <w:t>do 50 000,00 Kč objednatel specifikuje popisem požadovaných prací, případně zákresem místa.</w:t>
      </w:r>
    </w:p>
    <w:p w14:paraId="64AEEFFD" w14:textId="77777777" w:rsidR="00A87355" w:rsidRPr="00003948" w:rsidRDefault="00A87355" w:rsidP="0069308B">
      <w:pPr>
        <w:pStyle w:val="Bezmezer"/>
        <w:spacing w:line="276" w:lineRule="auto"/>
        <w:jc w:val="both"/>
        <w:rPr>
          <w:szCs w:val="20"/>
        </w:rPr>
      </w:pPr>
    </w:p>
    <w:p w14:paraId="0AA99F71" w14:textId="1F96783C" w:rsidR="00A87355" w:rsidRPr="00003948" w:rsidRDefault="00931862" w:rsidP="0069308B">
      <w:pPr>
        <w:pStyle w:val="Bezmezer"/>
        <w:spacing w:line="276" w:lineRule="auto"/>
        <w:jc w:val="both"/>
        <w:rPr>
          <w:szCs w:val="20"/>
        </w:rPr>
      </w:pPr>
      <w:r w:rsidRPr="00003948">
        <w:rPr>
          <w:szCs w:val="20"/>
        </w:rPr>
        <w:t xml:space="preserve">3.2.3. </w:t>
      </w:r>
      <w:r w:rsidR="00A87355" w:rsidRPr="00003948">
        <w:rPr>
          <w:szCs w:val="20"/>
        </w:rPr>
        <w:t>Požadavky v objemu 50 001,00 Kč - 400 000,00 Kč</w:t>
      </w:r>
      <w:r w:rsidRPr="00003948">
        <w:rPr>
          <w:szCs w:val="20"/>
        </w:rPr>
        <w:t xml:space="preserve"> objednatel specifikuje technickým popisem prací a zákresem do plánů objektu.</w:t>
      </w:r>
    </w:p>
    <w:p w14:paraId="1E5D9B0F" w14:textId="77777777" w:rsidR="00931862" w:rsidRPr="00003948" w:rsidRDefault="00931862" w:rsidP="0069308B">
      <w:pPr>
        <w:pStyle w:val="Bezmezer"/>
        <w:spacing w:line="276" w:lineRule="auto"/>
        <w:jc w:val="both"/>
        <w:rPr>
          <w:szCs w:val="20"/>
        </w:rPr>
      </w:pPr>
    </w:p>
    <w:p w14:paraId="408BE65B" w14:textId="53459F2E" w:rsidR="00931862" w:rsidRPr="00003948" w:rsidRDefault="00931862" w:rsidP="0069308B">
      <w:pPr>
        <w:pStyle w:val="Bezmezer"/>
        <w:spacing w:line="276" w:lineRule="auto"/>
        <w:jc w:val="both"/>
        <w:rPr>
          <w:szCs w:val="20"/>
        </w:rPr>
      </w:pPr>
      <w:r w:rsidRPr="00003948">
        <w:rPr>
          <w:szCs w:val="20"/>
        </w:rPr>
        <w:t>3.2.4. Požadavky v objemu nad 400 000,00 Kč objednatel specifikuje projektovou dokumentací pro provedení stavby a</w:t>
      </w:r>
      <w:r w:rsidR="00C04448" w:rsidRPr="00003948">
        <w:rPr>
          <w:szCs w:val="20"/>
        </w:rPr>
        <w:t xml:space="preserve"> </w:t>
      </w:r>
      <w:r w:rsidR="00DC7951" w:rsidRPr="00003948">
        <w:rPr>
          <w:szCs w:val="20"/>
        </w:rPr>
        <w:t>soupisem prací k ocenění</w:t>
      </w:r>
    </w:p>
    <w:p w14:paraId="002DC400" w14:textId="77777777" w:rsidR="00D81A78" w:rsidRPr="00344DEA" w:rsidRDefault="00D81A78" w:rsidP="0069308B">
      <w:pPr>
        <w:pStyle w:val="Bezmezer"/>
        <w:spacing w:line="276" w:lineRule="auto"/>
        <w:jc w:val="both"/>
        <w:rPr>
          <w:szCs w:val="20"/>
          <w:highlight w:val="yellow"/>
        </w:rPr>
      </w:pPr>
    </w:p>
    <w:p w14:paraId="76C4D75D" w14:textId="303E076C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04448">
        <w:rPr>
          <w:szCs w:val="20"/>
        </w:rPr>
        <w:t>3.2.</w:t>
      </w:r>
      <w:r w:rsidR="00C27636" w:rsidRPr="00C04448">
        <w:rPr>
          <w:szCs w:val="20"/>
        </w:rPr>
        <w:t>5</w:t>
      </w:r>
      <w:r w:rsidRPr="00C04448">
        <w:rPr>
          <w:szCs w:val="20"/>
        </w:rPr>
        <w:t xml:space="preserve">. Maximální hodnota dílčí objednávky (jednotlivého plnění) u opravných prací </w:t>
      </w:r>
      <w:r w:rsidR="00360C25" w:rsidRPr="00C04448">
        <w:rPr>
          <w:szCs w:val="20"/>
        </w:rPr>
        <w:t>se řídí platnými předpisy Správy železnic.</w:t>
      </w:r>
    </w:p>
    <w:p w14:paraId="788700CC" w14:textId="77777777" w:rsidR="0069308B" w:rsidRPr="00C04448" w:rsidRDefault="0069308B" w:rsidP="0069308B">
      <w:pPr>
        <w:pStyle w:val="Bezmezer"/>
        <w:spacing w:line="276" w:lineRule="auto"/>
        <w:rPr>
          <w:szCs w:val="20"/>
        </w:rPr>
      </w:pPr>
    </w:p>
    <w:p w14:paraId="6E367DA1" w14:textId="77777777" w:rsidR="0069308B" w:rsidRPr="00C04448" w:rsidRDefault="0069308B" w:rsidP="0069308B">
      <w:pPr>
        <w:pStyle w:val="Bezmezer"/>
        <w:spacing w:line="276" w:lineRule="auto"/>
        <w:rPr>
          <w:b/>
          <w:szCs w:val="20"/>
        </w:rPr>
      </w:pPr>
      <w:r w:rsidRPr="00C04448">
        <w:rPr>
          <w:b/>
          <w:szCs w:val="20"/>
        </w:rPr>
        <w:t>3.3. Postup při projednání cenového návrhu na údržbu a opravy</w:t>
      </w:r>
    </w:p>
    <w:p w14:paraId="3B7E7C81" w14:textId="77777777" w:rsidR="0069308B" w:rsidRPr="00C04448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14:paraId="7E7B33CE" w14:textId="77777777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04448">
        <w:rPr>
          <w:szCs w:val="20"/>
        </w:rPr>
        <w:t>3.3.1. Oprávněný zástupce zhotovitele předloží cenový návrh opravy objednateli.</w:t>
      </w:r>
    </w:p>
    <w:p w14:paraId="577F68F6" w14:textId="77777777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4DEA7A69" w14:textId="0828DF51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04448">
        <w:rPr>
          <w:szCs w:val="20"/>
        </w:rPr>
        <w:t xml:space="preserve">3.3.2. Oprávněný zástupce objednatele prověří cenový návrh zhotovitele a návrh akceptuje nebo vrátí k přepracování </w:t>
      </w:r>
      <w:r w:rsidR="00393CAA" w:rsidRPr="00C04448">
        <w:rPr>
          <w:szCs w:val="20"/>
        </w:rPr>
        <w:t>s</w:t>
      </w:r>
      <w:r w:rsidRPr="00C04448">
        <w:rPr>
          <w:szCs w:val="20"/>
        </w:rPr>
        <w:t xml:space="preserve"> konkrétní</w:t>
      </w:r>
      <w:r w:rsidR="00393CAA" w:rsidRPr="00C04448">
        <w:rPr>
          <w:szCs w:val="20"/>
        </w:rPr>
        <w:t>mi</w:t>
      </w:r>
      <w:r w:rsidRPr="00C04448">
        <w:rPr>
          <w:szCs w:val="20"/>
        </w:rPr>
        <w:t xml:space="preserve"> výhrad</w:t>
      </w:r>
      <w:r w:rsidR="00393CAA" w:rsidRPr="00C04448">
        <w:rPr>
          <w:szCs w:val="20"/>
        </w:rPr>
        <w:t>ami</w:t>
      </w:r>
      <w:r w:rsidRPr="00C04448">
        <w:rPr>
          <w:szCs w:val="20"/>
        </w:rPr>
        <w:t xml:space="preserve"> či připomín</w:t>
      </w:r>
      <w:r w:rsidR="00393CAA" w:rsidRPr="00C04448">
        <w:rPr>
          <w:szCs w:val="20"/>
        </w:rPr>
        <w:t>kami</w:t>
      </w:r>
      <w:r w:rsidRPr="00C04448">
        <w:rPr>
          <w:szCs w:val="20"/>
        </w:rPr>
        <w:t>.</w:t>
      </w:r>
    </w:p>
    <w:p w14:paraId="3766EE34" w14:textId="77777777" w:rsidR="00480FF6" w:rsidRPr="00C04448" w:rsidRDefault="00480FF6" w:rsidP="0069308B">
      <w:pPr>
        <w:pStyle w:val="Bezmezer"/>
        <w:spacing w:line="276" w:lineRule="auto"/>
        <w:jc w:val="both"/>
        <w:rPr>
          <w:szCs w:val="20"/>
        </w:rPr>
      </w:pPr>
    </w:p>
    <w:p w14:paraId="02CD157D" w14:textId="7535730B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04448">
        <w:rPr>
          <w:szCs w:val="20"/>
        </w:rPr>
        <w:t xml:space="preserve">3.3.3. </w:t>
      </w:r>
      <w:r w:rsidR="00316A72" w:rsidRPr="00C04448">
        <w:rPr>
          <w:szCs w:val="20"/>
        </w:rPr>
        <w:t xml:space="preserve">Ve lhůtě </w:t>
      </w:r>
      <w:r w:rsidR="00393CAA" w:rsidRPr="00C04448">
        <w:rPr>
          <w:szCs w:val="20"/>
        </w:rPr>
        <w:t>dle přílohy 2a</w:t>
      </w:r>
      <w:r w:rsidR="00316A72" w:rsidRPr="00C04448">
        <w:rPr>
          <w:szCs w:val="20"/>
        </w:rPr>
        <w:t xml:space="preserve"> zhotovitel reaguje na vznesené výhrady či připomínky</w:t>
      </w:r>
      <w:r w:rsidR="009402A5" w:rsidRPr="00C04448">
        <w:rPr>
          <w:szCs w:val="20"/>
        </w:rPr>
        <w:t xml:space="preserve"> objednatele</w:t>
      </w:r>
      <w:r w:rsidR="00316A72" w:rsidRPr="00C04448">
        <w:rPr>
          <w:szCs w:val="20"/>
        </w:rPr>
        <w:t>.</w:t>
      </w:r>
    </w:p>
    <w:p w14:paraId="10BE12A9" w14:textId="77777777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66DEA45A" w14:textId="557806B3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04448">
        <w:rPr>
          <w:szCs w:val="20"/>
        </w:rPr>
        <w:t xml:space="preserve">3.3.4. </w:t>
      </w:r>
      <w:r w:rsidR="00393CAA" w:rsidRPr="00C04448">
        <w:rPr>
          <w:szCs w:val="20"/>
        </w:rPr>
        <w:t>Oprávněný zástupce objednatele prověří opravený cenový návrh dle bodu 3.3.2</w:t>
      </w:r>
      <w:r w:rsidRPr="00C04448">
        <w:rPr>
          <w:szCs w:val="20"/>
        </w:rPr>
        <w:t>. Je-li příprava složitější, může objednatel termín reakce prodloužit.</w:t>
      </w:r>
    </w:p>
    <w:p w14:paraId="06540211" w14:textId="77777777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2D73B91C" w14:textId="05019924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04448">
        <w:rPr>
          <w:szCs w:val="20"/>
        </w:rPr>
        <w:t xml:space="preserve">3.3.5. Cenový návrh musí být odpovědnými pracovníky smluvních stran uzavřen do </w:t>
      </w:r>
      <w:r w:rsidR="00642135" w:rsidRPr="00C04448">
        <w:rPr>
          <w:szCs w:val="20"/>
        </w:rPr>
        <w:t>30</w:t>
      </w:r>
      <w:r w:rsidRPr="00C04448">
        <w:rPr>
          <w:szCs w:val="20"/>
        </w:rPr>
        <w:t xml:space="preserve"> dnů od </w:t>
      </w:r>
      <w:r w:rsidR="003C4BD5">
        <w:rPr>
          <w:szCs w:val="20"/>
        </w:rPr>
        <w:t>schválení požadavku</w:t>
      </w:r>
      <w:r w:rsidRPr="00C04448">
        <w:rPr>
          <w:szCs w:val="20"/>
        </w:rPr>
        <w:t xml:space="preserve"> objednatelem</w:t>
      </w:r>
      <w:r w:rsidR="009402A5" w:rsidRPr="00C04448">
        <w:rPr>
          <w:szCs w:val="20"/>
        </w:rPr>
        <w:t>.</w:t>
      </w:r>
      <w:r w:rsidR="000122DA" w:rsidRPr="00C04448">
        <w:rPr>
          <w:szCs w:val="20"/>
        </w:rPr>
        <w:t xml:space="preserve">  </w:t>
      </w:r>
    </w:p>
    <w:p w14:paraId="79894EA6" w14:textId="77777777" w:rsidR="002806C9" w:rsidRPr="00C04448" w:rsidRDefault="002806C9" w:rsidP="0069308B">
      <w:pPr>
        <w:pStyle w:val="Bezmezer"/>
        <w:spacing w:line="276" w:lineRule="auto"/>
        <w:jc w:val="both"/>
        <w:rPr>
          <w:szCs w:val="20"/>
        </w:rPr>
      </w:pPr>
    </w:p>
    <w:p w14:paraId="4B9137F2" w14:textId="11214932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04448">
        <w:rPr>
          <w:szCs w:val="20"/>
        </w:rPr>
        <w:t>3.3.6. Pokud ve stanovené lhůtě</w:t>
      </w:r>
      <w:r w:rsidR="003C4BD5">
        <w:rPr>
          <w:szCs w:val="20"/>
        </w:rPr>
        <w:t xml:space="preserve"> 30 dnů</w:t>
      </w:r>
      <w:r w:rsidRPr="00C04448">
        <w:rPr>
          <w:szCs w:val="20"/>
        </w:rPr>
        <w:t xml:space="preserve"> </w:t>
      </w:r>
      <w:r w:rsidR="009515D7" w:rsidRPr="00C04448">
        <w:rPr>
          <w:szCs w:val="20"/>
        </w:rPr>
        <w:t>nedojde k zavření cenového návrhu</w:t>
      </w:r>
      <w:r w:rsidRPr="00C04448">
        <w:rPr>
          <w:szCs w:val="20"/>
        </w:rPr>
        <w:t xml:space="preserve">, </w:t>
      </w:r>
      <w:r w:rsidR="00642135" w:rsidRPr="00C04448">
        <w:rPr>
          <w:szCs w:val="20"/>
        </w:rPr>
        <w:t xml:space="preserve">objednatel si vyhrazuje právo od požadavku </w:t>
      </w:r>
      <w:r w:rsidR="009402A5" w:rsidRPr="00C04448">
        <w:rPr>
          <w:szCs w:val="20"/>
        </w:rPr>
        <w:t xml:space="preserve">odstoupit </w:t>
      </w:r>
      <w:r w:rsidR="00642135" w:rsidRPr="00C04448">
        <w:rPr>
          <w:szCs w:val="20"/>
        </w:rPr>
        <w:t>a předmětné práce zadat u jiného dodavatele</w:t>
      </w:r>
      <w:r w:rsidRPr="00C04448">
        <w:rPr>
          <w:szCs w:val="20"/>
        </w:rPr>
        <w:t>.</w:t>
      </w:r>
    </w:p>
    <w:p w14:paraId="1D1C116A" w14:textId="77777777"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14:paraId="58D4C275" w14:textId="77777777"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14:paraId="7534F01F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>4. CENTRÁLNÍ DISPEČINK A HELPDESK</w:t>
      </w:r>
    </w:p>
    <w:p w14:paraId="0AECCB81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3947B941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4.1. Centrálním dispečinkem se rozumí nepřetržitá služba zhotovitele, kde bude možno hlásit elektronicky a telefonicky požadavky, u kterých objednatel předpokládá nutnost rychlého řešení. Dispečink bude schopen komunikovat s objednatelem všemi obvyklými komunikačními prostředky.</w:t>
      </w:r>
    </w:p>
    <w:p w14:paraId="0F9ABE98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3E8E87BD" w14:textId="666E498E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4.2. Zadávání, zpracování, schvalování a sledování jednotlivých požadavků probíhá v prostředí </w:t>
      </w:r>
      <w:r w:rsidR="009902DF" w:rsidRPr="00C27636">
        <w:rPr>
          <w:szCs w:val="20"/>
        </w:rPr>
        <w:t>H</w:t>
      </w:r>
      <w:r w:rsidRPr="00C27636">
        <w:rPr>
          <w:szCs w:val="20"/>
        </w:rPr>
        <w:t>elp</w:t>
      </w:r>
      <w:r w:rsidR="009902DF" w:rsidRPr="00C27636">
        <w:rPr>
          <w:szCs w:val="20"/>
        </w:rPr>
        <w:t>D</w:t>
      </w:r>
      <w:r w:rsidRPr="00C27636">
        <w:rPr>
          <w:szCs w:val="20"/>
        </w:rPr>
        <w:t>eskové aplikace.</w:t>
      </w:r>
    </w:p>
    <w:p w14:paraId="7CFA322D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2563E45B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4.2.1. Postup zadání požadavků a jejich zpracování je podrobně uveden v Příloze č. 3a).</w:t>
      </w:r>
    </w:p>
    <w:p w14:paraId="043C4237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16C4F294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4.2.2. Údaje potřebné k zadání požadavků, určení zodpovědných osob na straně zhotovitele a vkládání </w:t>
      </w:r>
      <w:r w:rsidR="00590C5C" w:rsidRPr="00C27636">
        <w:rPr>
          <w:szCs w:val="20"/>
        </w:rPr>
        <w:t>Příloh</w:t>
      </w:r>
      <w:r w:rsidRPr="00C27636">
        <w:rPr>
          <w:szCs w:val="20"/>
        </w:rPr>
        <w:t xml:space="preserve"> k požadavkům je popsáno v Příloze č. 3b) a Příloze č. 4).</w:t>
      </w:r>
    </w:p>
    <w:p w14:paraId="1C9ACCE4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79B31859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4.2.3. Podrobný postup zpracování požadavku v HelpDesku, stavy požadavků a role objednatele a zhotovitele v jednotlivých fázích zpracování požadavků jsou rozepsány v Příloze č. 3c).</w:t>
      </w:r>
    </w:p>
    <w:p w14:paraId="66BA0025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08A4885A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4.2.4. Požadavky na funkce, zálohování dat, počet evidovaných objektů a centrum nápovědy je popsáno v Příloze č. 3d).</w:t>
      </w:r>
    </w:p>
    <w:p w14:paraId="2B0F904E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0F1FCF3D" w14:textId="159601B6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4.2.5 Zhotovitel je povinen zajistit naplnění databáze HelpDesku údaji ze seznamu majetku uvedeného v Příloze č.2b, a to minimálně v rozsahu inventární číslo,</w:t>
      </w:r>
      <w:r w:rsidR="00D9415B" w:rsidRPr="00C27636">
        <w:rPr>
          <w:szCs w:val="20"/>
        </w:rPr>
        <w:t xml:space="preserve"> název majetku, kategorie</w:t>
      </w:r>
      <w:r w:rsidR="00F8796C" w:rsidRPr="00C27636">
        <w:rPr>
          <w:szCs w:val="20"/>
        </w:rPr>
        <w:t>, správce, schvalovatel</w:t>
      </w:r>
      <w:r w:rsidR="00D9415B" w:rsidRPr="00C27636">
        <w:rPr>
          <w:szCs w:val="20"/>
        </w:rPr>
        <w:t xml:space="preserve"> a doprava</w:t>
      </w:r>
      <w:r w:rsidR="00B266FB" w:rsidRPr="00C27636">
        <w:rPr>
          <w:szCs w:val="20"/>
        </w:rPr>
        <w:t xml:space="preserve"> do </w:t>
      </w:r>
      <w:r w:rsidR="00F8796C" w:rsidRPr="00C27636">
        <w:rPr>
          <w:szCs w:val="20"/>
        </w:rPr>
        <w:t>15</w:t>
      </w:r>
      <w:r w:rsidR="00B266FB" w:rsidRPr="00C27636">
        <w:rPr>
          <w:szCs w:val="20"/>
        </w:rPr>
        <w:t xml:space="preserve"> dní</w:t>
      </w:r>
      <w:r w:rsidRPr="00C27636">
        <w:rPr>
          <w:szCs w:val="20"/>
        </w:rPr>
        <w:t xml:space="preserve"> od účinnosti </w:t>
      </w:r>
      <w:r w:rsidR="00842AD2" w:rsidRPr="00C27636">
        <w:rPr>
          <w:szCs w:val="20"/>
        </w:rPr>
        <w:t>dohody</w:t>
      </w:r>
      <w:r w:rsidRPr="00C27636">
        <w:rPr>
          <w:szCs w:val="20"/>
        </w:rPr>
        <w:t>.</w:t>
      </w:r>
    </w:p>
    <w:p w14:paraId="525E14E6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7E54AF2A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11D0E8E1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>5. OBJEDNÁVKA A AKCEPTACE</w:t>
      </w:r>
    </w:p>
    <w:p w14:paraId="1682B4B7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</w:p>
    <w:p w14:paraId="2F5B9411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>5.1. Průběh zpracování objednávky</w:t>
      </w:r>
    </w:p>
    <w:p w14:paraId="674C23DE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</w:p>
    <w:p w14:paraId="6F08F7BA" w14:textId="63D9FE52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5.1.1. Oprávněný zástupce objednatele na základě schváleného cenového návrhu vyhotoví v systému objednatele objednávku a </w:t>
      </w:r>
      <w:r w:rsidR="009902DF" w:rsidRPr="00C27636">
        <w:rPr>
          <w:szCs w:val="20"/>
        </w:rPr>
        <w:t xml:space="preserve">zašle </w:t>
      </w:r>
      <w:r w:rsidRPr="00C27636">
        <w:rPr>
          <w:szCs w:val="20"/>
        </w:rPr>
        <w:t xml:space="preserve">ji v elektronické podobě </w:t>
      </w:r>
      <w:r w:rsidR="009902DF" w:rsidRPr="00C27636">
        <w:rPr>
          <w:szCs w:val="20"/>
        </w:rPr>
        <w:t>zhotoviteli</w:t>
      </w:r>
      <w:r w:rsidRPr="00C27636">
        <w:rPr>
          <w:szCs w:val="20"/>
        </w:rPr>
        <w:t>.</w:t>
      </w:r>
    </w:p>
    <w:p w14:paraId="461492FB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1E577D21" w14:textId="4E91A8E8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5.1.2.  Zhotovitel po obdržení objednávky provede její akceptaci </w:t>
      </w:r>
      <w:r w:rsidRPr="00C04448">
        <w:rPr>
          <w:szCs w:val="20"/>
        </w:rPr>
        <w:t xml:space="preserve">podpisem </w:t>
      </w:r>
      <w:r w:rsidR="00AC5C89" w:rsidRPr="00C04448">
        <w:rPr>
          <w:szCs w:val="20"/>
        </w:rPr>
        <w:t xml:space="preserve">své </w:t>
      </w:r>
      <w:r w:rsidRPr="00C04448">
        <w:rPr>
          <w:szCs w:val="20"/>
        </w:rPr>
        <w:t>oprávně</w:t>
      </w:r>
      <w:r w:rsidR="00AC5C89" w:rsidRPr="00C04448">
        <w:rPr>
          <w:szCs w:val="20"/>
        </w:rPr>
        <w:t xml:space="preserve">né </w:t>
      </w:r>
      <w:r w:rsidRPr="00C04448">
        <w:rPr>
          <w:szCs w:val="20"/>
        </w:rPr>
        <w:t>osob</w:t>
      </w:r>
      <w:r w:rsidR="00AC5C89" w:rsidRPr="00C04448">
        <w:rPr>
          <w:szCs w:val="20"/>
        </w:rPr>
        <w:t>y</w:t>
      </w:r>
      <w:r w:rsidRPr="00C04448">
        <w:rPr>
          <w:szCs w:val="20"/>
        </w:rPr>
        <w:t xml:space="preserve"> a vloží ji v elektronické podobě do HelpDesku.</w:t>
      </w:r>
    </w:p>
    <w:p w14:paraId="1D681B94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3DF6C645" w14:textId="0876122A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5.1.3. Akceptace objednávky</w:t>
      </w:r>
      <w:r w:rsidR="00AC5C89">
        <w:rPr>
          <w:szCs w:val="20"/>
        </w:rPr>
        <w:t xml:space="preserve"> zhotovitelem</w:t>
      </w:r>
      <w:r w:rsidRPr="00C27636">
        <w:rPr>
          <w:szCs w:val="20"/>
        </w:rPr>
        <w:t xml:space="preserve"> bude </w:t>
      </w:r>
      <w:r w:rsidR="00AC5C89">
        <w:rPr>
          <w:szCs w:val="20"/>
        </w:rPr>
        <w:t xml:space="preserve">v HelpDesku </w:t>
      </w:r>
      <w:r w:rsidRPr="00C27636">
        <w:rPr>
          <w:szCs w:val="20"/>
        </w:rPr>
        <w:t>provedena obratem</w:t>
      </w:r>
      <w:r w:rsidRPr="00003948">
        <w:rPr>
          <w:szCs w:val="20"/>
        </w:rPr>
        <w:t xml:space="preserve">, nejpozději </w:t>
      </w:r>
      <w:r w:rsidR="00AC5C89" w:rsidRPr="00003948">
        <w:rPr>
          <w:szCs w:val="20"/>
        </w:rPr>
        <w:t>do 5 pracovních dnů</w:t>
      </w:r>
      <w:r w:rsidRPr="00003948">
        <w:rPr>
          <w:szCs w:val="20"/>
        </w:rPr>
        <w:t>.</w:t>
      </w:r>
      <w:r w:rsidR="00CA071B">
        <w:rPr>
          <w:szCs w:val="20"/>
        </w:rPr>
        <w:t xml:space="preserve"> </w:t>
      </w:r>
    </w:p>
    <w:p w14:paraId="3F21262D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75C24F68" w14:textId="3C09286F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5.1.4. </w:t>
      </w:r>
      <w:r w:rsidR="00A54F44" w:rsidRPr="00C04448">
        <w:rPr>
          <w:szCs w:val="20"/>
        </w:rPr>
        <w:t>Objednané</w:t>
      </w:r>
      <w:r w:rsidR="00A54F44">
        <w:rPr>
          <w:szCs w:val="20"/>
        </w:rPr>
        <w:t xml:space="preserve"> </w:t>
      </w:r>
      <w:r w:rsidRPr="00C27636">
        <w:rPr>
          <w:szCs w:val="20"/>
        </w:rPr>
        <w:t xml:space="preserve">Práce </w:t>
      </w:r>
      <w:r w:rsidR="00C04448">
        <w:rPr>
          <w:szCs w:val="20"/>
        </w:rPr>
        <w:t>v</w:t>
      </w:r>
      <w:r w:rsidR="00A54F44" w:rsidRPr="00C04448">
        <w:rPr>
          <w:szCs w:val="20"/>
        </w:rPr>
        <w:t> hodnotě</w:t>
      </w:r>
      <w:r w:rsidR="00A54F44">
        <w:rPr>
          <w:szCs w:val="20"/>
        </w:rPr>
        <w:t xml:space="preserve"> </w:t>
      </w:r>
      <w:r w:rsidR="00BB6711" w:rsidRPr="00C27636">
        <w:rPr>
          <w:szCs w:val="20"/>
        </w:rPr>
        <w:t>od 50 </w:t>
      </w:r>
      <w:r w:rsidRPr="00C27636">
        <w:rPr>
          <w:szCs w:val="20"/>
        </w:rPr>
        <w:t>001,</w:t>
      </w:r>
      <w:r w:rsidR="00590C5C" w:rsidRPr="00C27636">
        <w:rPr>
          <w:szCs w:val="20"/>
        </w:rPr>
        <w:t>00</w:t>
      </w:r>
      <w:r w:rsidRPr="00C27636">
        <w:rPr>
          <w:szCs w:val="20"/>
        </w:rPr>
        <w:t xml:space="preserve"> Kč, mohou být zahájeny </w:t>
      </w:r>
      <w:r w:rsidR="009902DF" w:rsidRPr="00C27636">
        <w:rPr>
          <w:szCs w:val="20"/>
        </w:rPr>
        <w:t xml:space="preserve">nejdříve </w:t>
      </w:r>
      <w:r w:rsidRPr="00C27636">
        <w:rPr>
          <w:szCs w:val="20"/>
        </w:rPr>
        <w:t>po zveřejnění v registru smluv dle</w:t>
      </w:r>
      <w:r w:rsidR="00AC5C89">
        <w:rPr>
          <w:szCs w:val="20"/>
        </w:rPr>
        <w:t xml:space="preserve"> </w:t>
      </w:r>
      <w:r w:rsidR="00AC5C89" w:rsidRPr="00C04448">
        <w:rPr>
          <w:szCs w:val="20"/>
        </w:rPr>
        <w:t>ZRS</w:t>
      </w:r>
      <w:r w:rsidR="00C04448">
        <w:rPr>
          <w:szCs w:val="20"/>
        </w:rPr>
        <w:t xml:space="preserve"> </w:t>
      </w:r>
      <w:r w:rsidRPr="00C27636">
        <w:rPr>
          <w:szCs w:val="20"/>
        </w:rPr>
        <w:t xml:space="preserve">a po obdržení pokynu k zahájení prací. </w:t>
      </w:r>
    </w:p>
    <w:p w14:paraId="3A6D386D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19487B8E" w14:textId="04F131E7" w:rsidR="00F05470" w:rsidRPr="00003948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003948">
        <w:rPr>
          <w:szCs w:val="20"/>
        </w:rPr>
        <w:t xml:space="preserve">5.1.5. Každému požadavku </w:t>
      </w:r>
      <w:r w:rsidR="00F05470" w:rsidRPr="00003948">
        <w:rPr>
          <w:szCs w:val="20"/>
        </w:rPr>
        <w:t>bude odpovídat jedna objednávka.</w:t>
      </w:r>
    </w:p>
    <w:p w14:paraId="01D94623" w14:textId="77777777" w:rsidR="00F05470" w:rsidRPr="00003948" w:rsidRDefault="00F05470" w:rsidP="0069308B">
      <w:pPr>
        <w:pStyle w:val="Bezmezer"/>
        <w:spacing w:line="276" w:lineRule="auto"/>
        <w:jc w:val="both"/>
        <w:rPr>
          <w:szCs w:val="20"/>
        </w:rPr>
      </w:pPr>
    </w:p>
    <w:p w14:paraId="0B1A79F4" w14:textId="57654EFC" w:rsidR="0069308B" w:rsidRPr="00003948" w:rsidRDefault="00F05470" w:rsidP="0069308B">
      <w:pPr>
        <w:pStyle w:val="Bezmezer"/>
        <w:spacing w:line="276" w:lineRule="auto"/>
        <w:jc w:val="both"/>
        <w:rPr>
          <w:szCs w:val="20"/>
        </w:rPr>
      </w:pPr>
      <w:r w:rsidRPr="00003948">
        <w:rPr>
          <w:szCs w:val="20"/>
        </w:rPr>
        <w:t xml:space="preserve">5.1.6. Objednávce v hodnotě do 50 000,00 Kč </w:t>
      </w:r>
      <w:r w:rsidR="0069308B" w:rsidRPr="00003948">
        <w:rPr>
          <w:szCs w:val="20"/>
        </w:rPr>
        <w:t xml:space="preserve">bude odpovídat </w:t>
      </w:r>
      <w:r w:rsidR="00074F53" w:rsidRPr="00003948">
        <w:rPr>
          <w:szCs w:val="20"/>
        </w:rPr>
        <w:t>jedna faktura</w:t>
      </w:r>
      <w:r w:rsidR="003718F0" w:rsidRPr="00003948">
        <w:rPr>
          <w:szCs w:val="20"/>
        </w:rPr>
        <w:t>.</w:t>
      </w:r>
      <w:r w:rsidRPr="00003948">
        <w:rPr>
          <w:szCs w:val="20"/>
        </w:rPr>
        <w:t xml:space="preserve"> U požadavků od 50 001,00 Kč se budou vystavovat faktury dle zjišťovacích protokolů.</w:t>
      </w:r>
    </w:p>
    <w:p w14:paraId="11C53CA4" w14:textId="77777777" w:rsidR="0069308B" w:rsidRPr="00003948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56B41F7E" w14:textId="77777777" w:rsidR="0069308B" w:rsidRPr="00003948" w:rsidRDefault="0069308B" w:rsidP="0069308B">
      <w:pPr>
        <w:pStyle w:val="Bezmezer"/>
        <w:spacing w:line="276" w:lineRule="auto"/>
        <w:jc w:val="both"/>
        <w:rPr>
          <w:strike/>
          <w:szCs w:val="20"/>
        </w:rPr>
      </w:pPr>
    </w:p>
    <w:p w14:paraId="5728FC4A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5A6382B7" w14:textId="058D1466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>5.2. Odpovědní zástupci objednatele</w:t>
      </w:r>
    </w:p>
    <w:p w14:paraId="369A8C89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</w:p>
    <w:p w14:paraId="620E2661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5.2.1. Tyto osoby jsou určeny v </w:t>
      </w:r>
      <w:r w:rsidR="00590C5C" w:rsidRPr="00C27636">
        <w:rPr>
          <w:szCs w:val="20"/>
        </w:rPr>
        <w:t>P</w:t>
      </w:r>
      <w:r w:rsidRPr="00C27636">
        <w:rPr>
          <w:szCs w:val="20"/>
        </w:rPr>
        <w:t>říloze č. 4.</w:t>
      </w:r>
    </w:p>
    <w:p w14:paraId="53E3436F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509EDE40" w14:textId="2ADCB98D" w:rsidR="0069308B" w:rsidRPr="00C27636" w:rsidRDefault="0069308B" w:rsidP="0069308B">
      <w:pPr>
        <w:autoSpaceDE w:val="0"/>
        <w:autoSpaceDN w:val="0"/>
        <w:adjustRightInd w:val="0"/>
        <w:spacing w:after="0" w:line="240" w:lineRule="auto"/>
        <w:jc w:val="both"/>
        <w:rPr>
          <w:szCs w:val="20"/>
        </w:rPr>
      </w:pPr>
      <w:r w:rsidRPr="00C27636">
        <w:rPr>
          <w:szCs w:val="20"/>
        </w:rPr>
        <w:t>5.2.2. Každá smluvní strana je oprávněna jednostranně</w:t>
      </w:r>
      <w:r w:rsidR="0086560D">
        <w:rPr>
          <w:szCs w:val="20"/>
        </w:rPr>
        <w:t>,</w:t>
      </w:r>
      <w:r w:rsidRPr="00C27636">
        <w:rPr>
          <w:szCs w:val="20"/>
        </w:rPr>
        <w:t xml:space="preserve"> </w:t>
      </w:r>
      <w:r w:rsidR="00D00A04" w:rsidRPr="00C04448">
        <w:rPr>
          <w:szCs w:val="20"/>
        </w:rPr>
        <w:t xml:space="preserve">v souladu s bodem 5.2 </w:t>
      </w:r>
      <w:r w:rsidR="0086560D" w:rsidRPr="00C04448">
        <w:rPr>
          <w:szCs w:val="20"/>
        </w:rPr>
        <w:t xml:space="preserve">Obchodních podmínek této </w:t>
      </w:r>
      <w:r w:rsidR="00D00A04" w:rsidRPr="00C04448">
        <w:rPr>
          <w:szCs w:val="20"/>
        </w:rPr>
        <w:t>Rámcové dohody</w:t>
      </w:r>
      <w:r w:rsidR="0086560D" w:rsidRPr="00C04448">
        <w:rPr>
          <w:szCs w:val="20"/>
        </w:rPr>
        <w:t>,</w:t>
      </w:r>
      <w:r w:rsidR="00D00A04">
        <w:rPr>
          <w:szCs w:val="20"/>
        </w:rPr>
        <w:t xml:space="preserve"> </w:t>
      </w:r>
      <w:r w:rsidRPr="00C27636">
        <w:rPr>
          <w:szCs w:val="20"/>
        </w:rPr>
        <w:t>změnit osoby uvedené v Příloze č.</w:t>
      </w:r>
      <w:r w:rsidR="00590C5C" w:rsidRPr="00C27636">
        <w:rPr>
          <w:szCs w:val="20"/>
        </w:rPr>
        <w:t xml:space="preserve"> </w:t>
      </w:r>
      <w:r w:rsidRPr="00C27636">
        <w:rPr>
          <w:szCs w:val="20"/>
        </w:rPr>
        <w:t>4. Takovou změnu je povinna oznámit druhé smluvní straně neprodleně vložením této informace do 24 hodin od změny do He</w:t>
      </w:r>
      <w:r w:rsidR="00BD43FE" w:rsidRPr="00C27636">
        <w:rPr>
          <w:szCs w:val="20"/>
        </w:rPr>
        <w:t>l</w:t>
      </w:r>
      <w:r w:rsidRPr="00C27636">
        <w:rPr>
          <w:szCs w:val="20"/>
        </w:rPr>
        <w:t>pDesku.</w:t>
      </w:r>
      <w:r w:rsidR="00D00A04">
        <w:rPr>
          <w:szCs w:val="20"/>
        </w:rPr>
        <w:t xml:space="preserve"> </w:t>
      </w:r>
    </w:p>
    <w:p w14:paraId="79C130C9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037992AC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69FC8981" w14:textId="77777777" w:rsidR="0069308B" w:rsidRPr="00664F56" w:rsidRDefault="0069308B" w:rsidP="0069308B">
      <w:pPr>
        <w:pStyle w:val="Bezmezer"/>
        <w:spacing w:line="276" w:lineRule="auto"/>
        <w:rPr>
          <w:b/>
          <w:szCs w:val="20"/>
        </w:rPr>
      </w:pPr>
      <w:r w:rsidRPr="00664F56">
        <w:rPr>
          <w:b/>
          <w:szCs w:val="20"/>
        </w:rPr>
        <w:t>6. REALIZACE VYKONŮ</w:t>
      </w:r>
    </w:p>
    <w:p w14:paraId="1833FC79" w14:textId="77777777" w:rsidR="0069308B" w:rsidRPr="00664F56" w:rsidRDefault="0069308B" w:rsidP="0069308B">
      <w:pPr>
        <w:pStyle w:val="Bezmezer"/>
        <w:spacing w:line="276" w:lineRule="auto"/>
        <w:rPr>
          <w:b/>
          <w:szCs w:val="20"/>
        </w:rPr>
      </w:pPr>
    </w:p>
    <w:p w14:paraId="1D6962EF" w14:textId="77777777" w:rsidR="0069308B" w:rsidRPr="00664F5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64F56">
        <w:rPr>
          <w:szCs w:val="20"/>
        </w:rPr>
        <w:t>6.1. Zhotovitel po uzavření dílčí objednávky a po obdržení pokynu k zahájení prací zahájí práce v časech reakce uvedených v Příloze č. 2a.</w:t>
      </w:r>
    </w:p>
    <w:p w14:paraId="6F052E68" w14:textId="77777777" w:rsidR="0069308B" w:rsidRPr="00C87944" w:rsidRDefault="0069308B" w:rsidP="0069308B">
      <w:pPr>
        <w:pStyle w:val="Bezmezer"/>
        <w:spacing w:line="276" w:lineRule="auto"/>
        <w:jc w:val="both"/>
        <w:rPr>
          <w:color w:val="EE0000"/>
          <w:szCs w:val="20"/>
        </w:rPr>
      </w:pPr>
    </w:p>
    <w:p w14:paraId="34D245D7" w14:textId="51389E75" w:rsidR="0069308B" w:rsidRPr="00664F56" w:rsidRDefault="0069308B" w:rsidP="0069308B">
      <w:pPr>
        <w:pStyle w:val="Bezmezer"/>
        <w:spacing w:line="276" w:lineRule="auto"/>
        <w:jc w:val="both"/>
        <w:rPr>
          <w:color w:val="00B0F0"/>
          <w:szCs w:val="20"/>
        </w:rPr>
      </w:pPr>
      <w:r w:rsidRPr="00664F56">
        <w:rPr>
          <w:color w:val="00B0F0"/>
          <w:szCs w:val="20"/>
        </w:rPr>
        <w:t>6.2. Zhotovitel pro opravné práce</w:t>
      </w:r>
      <w:r w:rsidR="00AB2BFD" w:rsidRPr="00664F56">
        <w:rPr>
          <w:color w:val="00B0F0"/>
          <w:szCs w:val="20"/>
        </w:rPr>
        <w:t>,</w:t>
      </w:r>
      <w:r w:rsidRPr="00664F56">
        <w:rPr>
          <w:color w:val="00B0F0"/>
          <w:szCs w:val="20"/>
        </w:rPr>
        <w:t xml:space="preserve"> </w:t>
      </w:r>
      <w:r w:rsidR="00AB04A3" w:rsidRPr="00664F56">
        <w:rPr>
          <w:color w:val="00B0F0"/>
          <w:szCs w:val="20"/>
        </w:rPr>
        <w:t xml:space="preserve">tj. </w:t>
      </w:r>
      <w:r w:rsidR="00B4165F" w:rsidRPr="00664F56">
        <w:rPr>
          <w:color w:val="00B0F0"/>
          <w:szCs w:val="20"/>
        </w:rPr>
        <w:t xml:space="preserve">nad </w:t>
      </w:r>
      <w:r w:rsidR="00AB04A3" w:rsidRPr="00664F56">
        <w:rPr>
          <w:color w:val="00B0F0"/>
          <w:szCs w:val="20"/>
        </w:rPr>
        <w:t>400 00</w:t>
      </w:r>
      <w:r w:rsidR="00B4165F" w:rsidRPr="00664F56">
        <w:rPr>
          <w:color w:val="00B0F0"/>
          <w:szCs w:val="20"/>
        </w:rPr>
        <w:t>0</w:t>
      </w:r>
      <w:r w:rsidR="00AB04A3" w:rsidRPr="00664F56">
        <w:rPr>
          <w:color w:val="00B0F0"/>
          <w:szCs w:val="20"/>
        </w:rPr>
        <w:t>,</w:t>
      </w:r>
      <w:r w:rsidR="00B4165F" w:rsidRPr="00664F56">
        <w:rPr>
          <w:color w:val="00B0F0"/>
          <w:szCs w:val="20"/>
        </w:rPr>
        <w:t xml:space="preserve">00 </w:t>
      </w:r>
      <w:r w:rsidR="00AB04A3" w:rsidRPr="00664F56">
        <w:rPr>
          <w:color w:val="00B0F0"/>
          <w:szCs w:val="20"/>
        </w:rPr>
        <w:t>Kč</w:t>
      </w:r>
      <w:r w:rsidR="00AB2BFD" w:rsidRPr="00664F56">
        <w:rPr>
          <w:color w:val="00B0F0"/>
          <w:szCs w:val="20"/>
        </w:rPr>
        <w:t>,</w:t>
      </w:r>
      <w:r w:rsidR="00AB04A3" w:rsidRPr="00664F56">
        <w:rPr>
          <w:color w:val="00B0F0"/>
          <w:szCs w:val="20"/>
        </w:rPr>
        <w:t xml:space="preserve"> </w:t>
      </w:r>
      <w:r w:rsidRPr="00664F56">
        <w:rPr>
          <w:color w:val="00B0F0"/>
          <w:szCs w:val="20"/>
        </w:rPr>
        <w:t xml:space="preserve">povede </w:t>
      </w:r>
      <w:r w:rsidR="00AB04A3" w:rsidRPr="00664F56">
        <w:rPr>
          <w:color w:val="00B0F0"/>
          <w:szCs w:val="20"/>
        </w:rPr>
        <w:t xml:space="preserve">pro jednotlivé požadavky </w:t>
      </w:r>
      <w:r w:rsidR="00B4165F" w:rsidRPr="00664F56">
        <w:rPr>
          <w:color w:val="00B0F0"/>
          <w:szCs w:val="20"/>
        </w:rPr>
        <w:t xml:space="preserve">samostatné </w:t>
      </w:r>
      <w:r w:rsidRPr="00664F56">
        <w:rPr>
          <w:color w:val="00B0F0"/>
          <w:szCs w:val="20"/>
        </w:rPr>
        <w:t>stavební deníky.</w:t>
      </w:r>
      <w:r w:rsidR="00360C25" w:rsidRPr="00664F56">
        <w:rPr>
          <w:color w:val="00B0F0"/>
          <w:szCs w:val="20"/>
        </w:rPr>
        <w:t xml:space="preserve"> V jednotlivých případech může objednatel požadovat vedení stavebního deníku i u údržbových prací.</w:t>
      </w:r>
      <w:r w:rsidR="0066671E" w:rsidRPr="00664F56">
        <w:rPr>
          <w:color w:val="00B0F0"/>
          <w:szCs w:val="20"/>
        </w:rPr>
        <w:t xml:space="preserve"> Objednatel může v ojedinělých případech požadovat vedení s</w:t>
      </w:r>
      <w:r w:rsidR="00AB2BFD" w:rsidRPr="00664F56">
        <w:rPr>
          <w:color w:val="00B0F0"/>
          <w:szCs w:val="20"/>
        </w:rPr>
        <w:t>tavební</w:t>
      </w:r>
      <w:r w:rsidR="0066671E" w:rsidRPr="00664F56">
        <w:rPr>
          <w:color w:val="00B0F0"/>
          <w:szCs w:val="20"/>
        </w:rPr>
        <w:t>ch</w:t>
      </w:r>
      <w:r w:rsidR="00AB2BFD" w:rsidRPr="00664F56">
        <w:rPr>
          <w:color w:val="00B0F0"/>
          <w:szCs w:val="20"/>
        </w:rPr>
        <w:t xml:space="preserve"> deník</w:t>
      </w:r>
      <w:r w:rsidR="0066671E" w:rsidRPr="00664F56">
        <w:rPr>
          <w:color w:val="00B0F0"/>
          <w:szCs w:val="20"/>
        </w:rPr>
        <w:t>ů</w:t>
      </w:r>
      <w:r w:rsidR="00AB2BFD" w:rsidRPr="00664F56">
        <w:rPr>
          <w:color w:val="00B0F0"/>
          <w:szCs w:val="20"/>
        </w:rPr>
        <w:t xml:space="preserve"> v elektronické podobě.</w:t>
      </w:r>
    </w:p>
    <w:p w14:paraId="2E4C3C58" w14:textId="77777777" w:rsidR="00664F56" w:rsidRPr="00664F56" w:rsidRDefault="00664F56" w:rsidP="0069308B">
      <w:pPr>
        <w:pStyle w:val="Bezmezer"/>
        <w:spacing w:line="276" w:lineRule="auto"/>
        <w:jc w:val="both"/>
        <w:rPr>
          <w:color w:val="00B0F0"/>
          <w:szCs w:val="20"/>
        </w:rPr>
      </w:pPr>
    </w:p>
    <w:p w14:paraId="35BF87A6" w14:textId="0571A89E" w:rsidR="00664F56" w:rsidRPr="00664F56" w:rsidRDefault="00664F56" w:rsidP="0069308B">
      <w:pPr>
        <w:pStyle w:val="Bezmezer"/>
        <w:spacing w:line="276" w:lineRule="auto"/>
        <w:jc w:val="both"/>
        <w:rPr>
          <w:color w:val="00B0F0"/>
          <w:szCs w:val="20"/>
        </w:rPr>
      </w:pPr>
      <w:r w:rsidRPr="00664F56">
        <w:rPr>
          <w:color w:val="00B0F0"/>
          <w:szCs w:val="20"/>
        </w:rPr>
        <w:t xml:space="preserve">6.3. Elektronický stavební deník (dále jen "ESD") se vede ode dne převzetí Staveniště do dne řádného předání a převzetí Díla nebo jeho části do uvedení do provozu / Zkušebního provozu, popřípadě do dne odstranění poslední zjištěné vady nebo dokončení nedokončené práce, zjištěné při kontrolní prohlídce Díla. ESD je veden v aplikaci „Buildary.online - elektronický stavební </w:t>
      </w:r>
      <w:r w:rsidRPr="00664F56">
        <w:rPr>
          <w:color w:val="00B0F0"/>
          <w:szCs w:val="20"/>
        </w:rPr>
        <w:lastRenderedPageBreak/>
        <w:t>deník“ (viz https://www.buildary.online/cs/moduly/elektronicky-stavebni-denik). ESD se vede v českém jazyce. Objednatel poskytne zdarma Zhotoviteli před Datem zahájení prací maximálně 10 licenčních jednotek pro aplikaci Buildary.online pro vedení ESD</w:t>
      </w:r>
    </w:p>
    <w:p w14:paraId="01CE1EE7" w14:textId="77777777" w:rsidR="0069308B" w:rsidRPr="00664F56" w:rsidRDefault="0069308B" w:rsidP="0069308B">
      <w:pPr>
        <w:pStyle w:val="Bezmezer"/>
        <w:spacing w:line="276" w:lineRule="auto"/>
        <w:jc w:val="both"/>
        <w:rPr>
          <w:color w:val="00B0F0"/>
          <w:szCs w:val="20"/>
        </w:rPr>
      </w:pPr>
    </w:p>
    <w:p w14:paraId="5B843691" w14:textId="3972C3F3" w:rsidR="0069308B" w:rsidRPr="00664F5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64F56">
        <w:rPr>
          <w:szCs w:val="20"/>
        </w:rPr>
        <w:t>6.3. Realizace prací se zahajuje</w:t>
      </w:r>
      <w:r w:rsidR="004A7471" w:rsidRPr="00664F56">
        <w:rPr>
          <w:szCs w:val="20"/>
        </w:rPr>
        <w:t xml:space="preserve"> </w:t>
      </w:r>
      <w:r w:rsidRPr="00664F56">
        <w:rPr>
          <w:szCs w:val="20"/>
        </w:rPr>
        <w:t>fyzickým předáním staveniště a u opravných prací se zá</w:t>
      </w:r>
      <w:r w:rsidR="00D9415B" w:rsidRPr="00664F56">
        <w:rPr>
          <w:szCs w:val="20"/>
        </w:rPr>
        <w:t xml:space="preserve">pisem do stavebního deníku dle </w:t>
      </w:r>
      <w:r w:rsidRPr="00664F56">
        <w:rPr>
          <w:szCs w:val="20"/>
        </w:rPr>
        <w:t>bodu 6.2.</w:t>
      </w:r>
    </w:p>
    <w:p w14:paraId="7A2E50C9" w14:textId="77777777" w:rsidR="0069308B" w:rsidRPr="00664F5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5DDE2661" w14:textId="38CBE592" w:rsidR="0069308B" w:rsidRPr="004D7393" w:rsidRDefault="0069308B" w:rsidP="0069308B">
      <w:pPr>
        <w:pStyle w:val="Bezmezer"/>
        <w:spacing w:line="276" w:lineRule="auto"/>
        <w:jc w:val="both"/>
        <w:rPr>
          <w:b/>
          <w:bCs/>
          <w:i/>
          <w:iCs/>
          <w:color w:val="00B050"/>
          <w:szCs w:val="20"/>
        </w:rPr>
      </w:pPr>
      <w:r w:rsidRPr="00C27636">
        <w:rPr>
          <w:szCs w:val="20"/>
        </w:rPr>
        <w:t>6.4. Pokud u údržbových prací charakter konkrétního požadavku nevyžaduje při předání staveniště fyzickou přítomnost zástupců smluvních stran, protože poměry na staveništi jsou oběma stranám dostatečně známy a zadání je přesné a srozumitelné, je možné po vzájemné dohodě postupovat odlišně od ustanovení v článku 6.3.</w:t>
      </w:r>
    </w:p>
    <w:p w14:paraId="2E733EB7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1639C667" w14:textId="1E1AE750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6</w:t>
      </w:r>
      <w:r w:rsidRPr="00117B30">
        <w:rPr>
          <w:szCs w:val="20"/>
        </w:rPr>
        <w:t xml:space="preserve">.5. Termín dodání </w:t>
      </w:r>
      <w:r w:rsidR="00117B30" w:rsidRPr="00117B30">
        <w:rPr>
          <w:szCs w:val="20"/>
        </w:rPr>
        <w:t>uvedený v</w:t>
      </w:r>
      <w:r w:rsidRPr="00117B30">
        <w:rPr>
          <w:szCs w:val="20"/>
        </w:rPr>
        <w:t xml:space="preserve"> objednávce je termínem ukončení realizace</w:t>
      </w:r>
      <w:r w:rsidR="00117B30" w:rsidRPr="00117B30">
        <w:rPr>
          <w:szCs w:val="20"/>
        </w:rPr>
        <w:t xml:space="preserve"> prací</w:t>
      </w:r>
      <w:r w:rsidRPr="00117B30">
        <w:rPr>
          <w:szCs w:val="20"/>
        </w:rPr>
        <w:t xml:space="preserve"> a je závazný</w:t>
      </w:r>
      <w:r w:rsidRPr="00C27636">
        <w:rPr>
          <w:szCs w:val="20"/>
        </w:rPr>
        <w:t>.</w:t>
      </w:r>
    </w:p>
    <w:p w14:paraId="417D21AE" w14:textId="77777777" w:rsidR="0069308B" w:rsidRPr="00C27636" w:rsidRDefault="0069308B" w:rsidP="0069308B">
      <w:pPr>
        <w:pStyle w:val="Bezmezer"/>
        <w:spacing w:line="276" w:lineRule="auto"/>
        <w:jc w:val="both"/>
        <w:rPr>
          <w:strike/>
          <w:szCs w:val="20"/>
        </w:rPr>
      </w:pPr>
    </w:p>
    <w:p w14:paraId="7881D5E4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6.6. V případě, že se postupuje podle článku 6.4. zhotovitel oznámí objednateli skutečný termín zahájení prací elektronickou komunikací v HelpDesku, a to nejméně tři pracovní dny před dnem zahájení prací včetně závazného harmonogramu prací, který může být upravován pouze po vzájemné dohodě. Neoznámí-li zahájení v prací v HelpDesku, práce nesmí být zahájeny.</w:t>
      </w:r>
    </w:p>
    <w:p w14:paraId="27F7892F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5E56A591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6.7. Ukončení prací oznámí zhotovitel minimálně jeden pracovní den předem objednateli vždy v HelpDesku, případně i oprávněné osobě telefonem či emailem. </w:t>
      </w:r>
    </w:p>
    <w:p w14:paraId="3D1A8F2E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3EF3B9F1" w14:textId="3B359562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6.8. Dokončené práce budou fyzicky a protokolárně převzaty. </w:t>
      </w:r>
      <w:r w:rsidR="005179E6" w:rsidRPr="00C27636">
        <w:rPr>
          <w:szCs w:val="20"/>
        </w:rPr>
        <w:t xml:space="preserve">V ojedinělých případech </w:t>
      </w:r>
      <w:r w:rsidR="00DF5F19" w:rsidRPr="00DF5F19">
        <w:rPr>
          <w:b/>
          <w:bCs/>
          <w:i/>
          <w:iCs/>
          <w:color w:val="00B050"/>
          <w:szCs w:val="20"/>
        </w:rPr>
        <w:t>u</w:t>
      </w:r>
      <w:r w:rsidR="00DF5F19">
        <w:rPr>
          <w:szCs w:val="20"/>
        </w:rPr>
        <w:t xml:space="preserve"> </w:t>
      </w:r>
      <w:r w:rsidR="005179E6" w:rsidRPr="00C27636">
        <w:rPr>
          <w:szCs w:val="20"/>
        </w:rPr>
        <w:t>požadavků v hodnotě do 50</w:t>
      </w:r>
      <w:r w:rsidR="00BB6711" w:rsidRPr="00C27636">
        <w:rPr>
          <w:szCs w:val="20"/>
        </w:rPr>
        <w:t> </w:t>
      </w:r>
      <w:r w:rsidR="005179E6" w:rsidRPr="00C04448">
        <w:rPr>
          <w:szCs w:val="20"/>
        </w:rPr>
        <w:t>000,</w:t>
      </w:r>
      <w:r w:rsidR="00AC5C89" w:rsidRPr="00C04448">
        <w:rPr>
          <w:szCs w:val="20"/>
        </w:rPr>
        <w:t>00 Kč</w:t>
      </w:r>
      <w:r w:rsidRPr="00C04448">
        <w:rPr>
          <w:szCs w:val="20"/>
        </w:rPr>
        <w:t xml:space="preserve"> je možné přejímku dokončených prací provést jiným způsobem, například na základě předložené fotodokumentace apod., vždy po vzájemné dohodě stran.</w:t>
      </w:r>
    </w:p>
    <w:p w14:paraId="27313169" w14:textId="77777777" w:rsidR="0069308B" w:rsidRPr="00C04448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25416156" w14:textId="132B64BD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04448">
        <w:rPr>
          <w:szCs w:val="20"/>
        </w:rPr>
        <w:t>6.9. Dokumenty skutečného provedení stavby budou pře</w:t>
      </w:r>
      <w:r w:rsidR="00DE05E3" w:rsidRPr="00C04448">
        <w:rPr>
          <w:szCs w:val="20"/>
        </w:rPr>
        <w:t>d</w:t>
      </w:r>
      <w:r w:rsidRPr="00C04448">
        <w:rPr>
          <w:szCs w:val="20"/>
        </w:rPr>
        <w:t>kládány dle výslovného požadavku objednatele pouze u objednávek</w:t>
      </w:r>
      <w:r w:rsidR="00AC5C89" w:rsidRPr="00C04448">
        <w:rPr>
          <w:szCs w:val="20"/>
        </w:rPr>
        <w:t xml:space="preserve"> od</w:t>
      </w:r>
      <w:r w:rsidRPr="00C04448">
        <w:rPr>
          <w:szCs w:val="20"/>
        </w:rPr>
        <w:t xml:space="preserve"> </w:t>
      </w:r>
      <w:r w:rsidR="00D9415B" w:rsidRPr="00C04448">
        <w:rPr>
          <w:szCs w:val="20"/>
        </w:rPr>
        <w:t>4</w:t>
      </w:r>
      <w:r w:rsidRPr="00C04448">
        <w:rPr>
          <w:szCs w:val="20"/>
        </w:rPr>
        <w:t>00</w:t>
      </w:r>
      <w:r w:rsidR="00BB6711" w:rsidRPr="00C04448">
        <w:rPr>
          <w:szCs w:val="20"/>
        </w:rPr>
        <w:t> </w:t>
      </w:r>
      <w:r w:rsidRPr="00C04448">
        <w:rPr>
          <w:szCs w:val="20"/>
        </w:rPr>
        <w:t>001</w:t>
      </w:r>
      <w:r w:rsidR="00590C5C" w:rsidRPr="00C04448">
        <w:rPr>
          <w:szCs w:val="20"/>
        </w:rPr>
        <w:t>,00 Kč</w:t>
      </w:r>
      <w:r w:rsidRPr="00C04448">
        <w:rPr>
          <w:szCs w:val="20"/>
        </w:rPr>
        <w:t>.</w:t>
      </w:r>
    </w:p>
    <w:p w14:paraId="583FF210" w14:textId="77777777" w:rsidR="00D827FE" w:rsidRPr="00C27636" w:rsidRDefault="00D827FE" w:rsidP="0069308B">
      <w:pPr>
        <w:pStyle w:val="Bezmezer"/>
        <w:spacing w:line="276" w:lineRule="auto"/>
        <w:jc w:val="both"/>
        <w:rPr>
          <w:szCs w:val="20"/>
        </w:rPr>
      </w:pPr>
    </w:p>
    <w:p w14:paraId="28363724" w14:textId="77777777" w:rsidR="00D827FE" w:rsidRPr="00C27636" w:rsidRDefault="00D827FE" w:rsidP="0069308B">
      <w:pPr>
        <w:pStyle w:val="Bezmezer"/>
        <w:spacing w:line="276" w:lineRule="auto"/>
        <w:jc w:val="both"/>
        <w:rPr>
          <w:szCs w:val="20"/>
        </w:rPr>
      </w:pPr>
    </w:p>
    <w:p w14:paraId="42EE2610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45370050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6A13E85C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>7. VYKAZOVÁNÍ VÝKONU</w:t>
      </w:r>
    </w:p>
    <w:p w14:paraId="18C5EF76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7C8033C4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 xml:space="preserve">7.1. Výkony při realizaci jednotlivých požadavků budou průběžně monitorovány prostřednictvím HelpDesku. </w:t>
      </w:r>
    </w:p>
    <w:p w14:paraId="5D4EE55B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36C1B757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C27636">
        <w:rPr>
          <w:szCs w:val="20"/>
        </w:rPr>
        <w:t>7.2. Přehledy realizovaných výkonů budou zpracovány aktuálně v seznamu požadavků a objednávek v HelpDesku. Za stranu objednatele bude věcné odsouhlasení výkonů zajišťovat odpovědný zástupce dle bodu 5.2.</w:t>
      </w:r>
    </w:p>
    <w:p w14:paraId="40A351EF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548B02AF" w14:textId="3FF5F60C" w:rsidR="0069308B" w:rsidRPr="00C27636" w:rsidRDefault="0069308B" w:rsidP="0069308B">
      <w:pPr>
        <w:pStyle w:val="Bezmezer"/>
        <w:spacing w:line="276" w:lineRule="auto"/>
        <w:jc w:val="both"/>
        <w:rPr>
          <w:rFonts w:cs="Times New Roman"/>
          <w:szCs w:val="20"/>
          <w:lang w:bidi="cs-CZ"/>
        </w:rPr>
      </w:pPr>
      <w:r w:rsidRPr="00C27636">
        <w:rPr>
          <w:szCs w:val="20"/>
        </w:rPr>
        <w:t xml:space="preserve">7.3. Veškeré přehledy realizovaných </w:t>
      </w:r>
      <w:r w:rsidRPr="00C27636">
        <w:rPr>
          <w:rFonts w:cs="Times New Roman"/>
          <w:szCs w:val="20"/>
          <w:lang w:bidi="cs-CZ"/>
        </w:rPr>
        <w:t>výkonů budou zpracovány v HelpDesku s podrobnostmi, potřebnými pro jednoznačné přiřazení nákladů k nemovitosti, na níž byly práce provedeny</w:t>
      </w:r>
      <w:r w:rsidR="00AC5C89">
        <w:rPr>
          <w:rFonts w:cs="Times New Roman"/>
          <w:szCs w:val="20"/>
          <w:lang w:bidi="cs-CZ"/>
        </w:rPr>
        <w:t>,</w:t>
      </w:r>
      <w:r w:rsidRPr="00C27636">
        <w:rPr>
          <w:rFonts w:cs="Times New Roman"/>
          <w:szCs w:val="20"/>
          <w:lang w:bidi="cs-CZ"/>
        </w:rPr>
        <w:t xml:space="preserve"> a to v souladu s pokyny objednatele.</w:t>
      </w:r>
    </w:p>
    <w:p w14:paraId="73F2CAA3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4454D1F7" w14:textId="77777777" w:rsidR="0069308B" w:rsidRPr="00C27636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14:paraId="0507C93A" w14:textId="77777777" w:rsidR="0069308B" w:rsidRPr="00C27636" w:rsidRDefault="0069308B" w:rsidP="0069308B">
      <w:pPr>
        <w:pStyle w:val="Bezmezer"/>
        <w:spacing w:line="276" w:lineRule="auto"/>
        <w:rPr>
          <w:b/>
          <w:szCs w:val="20"/>
        </w:rPr>
      </w:pPr>
      <w:r w:rsidRPr="00C27636">
        <w:rPr>
          <w:b/>
          <w:szCs w:val="20"/>
        </w:rPr>
        <w:t xml:space="preserve">8. </w:t>
      </w:r>
      <w:r w:rsidR="00590C5C" w:rsidRPr="00C27636">
        <w:rPr>
          <w:b/>
          <w:szCs w:val="20"/>
        </w:rPr>
        <w:t>PŘÍLOH</w:t>
      </w:r>
      <w:r w:rsidRPr="00C27636">
        <w:rPr>
          <w:b/>
          <w:szCs w:val="20"/>
        </w:rPr>
        <w:t>Y</w:t>
      </w:r>
    </w:p>
    <w:p w14:paraId="16BF570B" w14:textId="77777777" w:rsidR="0069308B" w:rsidRPr="00C27636" w:rsidRDefault="0069308B" w:rsidP="0069308B">
      <w:pPr>
        <w:pStyle w:val="Bezmezer"/>
        <w:spacing w:line="276" w:lineRule="auto"/>
        <w:rPr>
          <w:szCs w:val="20"/>
        </w:rPr>
      </w:pPr>
    </w:p>
    <w:p w14:paraId="457AF17A" w14:textId="77777777" w:rsidR="000C7FED" w:rsidRPr="00C27636" w:rsidRDefault="000C7FED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Příloha č. 1a)  Formulář pro sestavení nabídky – nabídka celkem</w:t>
      </w:r>
    </w:p>
    <w:p w14:paraId="188E9CCE" w14:textId="77777777" w:rsidR="0069308B" w:rsidRPr="00C27636" w:rsidRDefault="00590C5C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Příloh</w:t>
      </w:r>
      <w:r w:rsidR="0069308B" w:rsidRPr="00C27636">
        <w:rPr>
          <w:szCs w:val="20"/>
        </w:rPr>
        <w:t>a č. 1</w:t>
      </w:r>
      <w:r w:rsidR="000C7FED" w:rsidRPr="00C27636">
        <w:rPr>
          <w:szCs w:val="20"/>
        </w:rPr>
        <w:t>b</w:t>
      </w:r>
      <w:r w:rsidR="0069308B" w:rsidRPr="00C27636">
        <w:rPr>
          <w:szCs w:val="20"/>
        </w:rPr>
        <w:t>)  Formulář pro sestavení nabídky – údržba</w:t>
      </w:r>
    </w:p>
    <w:p w14:paraId="32224941" w14:textId="77777777" w:rsidR="0069308B" w:rsidRPr="00C27636" w:rsidRDefault="00590C5C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Příloh</w:t>
      </w:r>
      <w:r w:rsidR="0069308B" w:rsidRPr="00C27636">
        <w:rPr>
          <w:szCs w:val="20"/>
        </w:rPr>
        <w:t>a č. 1</w:t>
      </w:r>
      <w:r w:rsidR="000C7FED" w:rsidRPr="00C27636">
        <w:rPr>
          <w:szCs w:val="20"/>
        </w:rPr>
        <w:t>c</w:t>
      </w:r>
      <w:r w:rsidR="0069308B" w:rsidRPr="00C27636">
        <w:rPr>
          <w:szCs w:val="20"/>
        </w:rPr>
        <w:t xml:space="preserve">)  Formulář pro sestavení nabídky </w:t>
      </w:r>
      <w:r w:rsidR="000C7FED" w:rsidRPr="00C27636">
        <w:rPr>
          <w:szCs w:val="20"/>
        </w:rPr>
        <w:t>–</w:t>
      </w:r>
      <w:r w:rsidR="0069308B" w:rsidRPr="00C27636">
        <w:rPr>
          <w:szCs w:val="20"/>
        </w:rPr>
        <w:t xml:space="preserve"> opravy</w:t>
      </w:r>
    </w:p>
    <w:p w14:paraId="686101DA" w14:textId="77777777" w:rsidR="0069308B" w:rsidRPr="00C27636" w:rsidRDefault="00590C5C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Příloh</w:t>
      </w:r>
      <w:r w:rsidR="0069308B" w:rsidRPr="00C27636">
        <w:rPr>
          <w:szCs w:val="20"/>
        </w:rPr>
        <w:t>a č. 2a)  Kategorizace objektů a požadavků – stanovení termínů</w:t>
      </w:r>
    </w:p>
    <w:p w14:paraId="6C90EDB9" w14:textId="77777777" w:rsidR="0069308B" w:rsidRPr="00C27636" w:rsidRDefault="00590C5C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Příloh</w:t>
      </w:r>
      <w:r w:rsidR="0069308B" w:rsidRPr="00C27636">
        <w:rPr>
          <w:szCs w:val="20"/>
        </w:rPr>
        <w:t>a č. 2b)  Seznam majetku</w:t>
      </w:r>
    </w:p>
    <w:p w14:paraId="0EFCB0C5" w14:textId="77777777" w:rsidR="0069308B" w:rsidRPr="00C27636" w:rsidRDefault="00590C5C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Příloh</w:t>
      </w:r>
      <w:r w:rsidR="0069308B" w:rsidRPr="00C27636">
        <w:rPr>
          <w:szCs w:val="20"/>
        </w:rPr>
        <w:t>a č. 3a)  HelpDesk – postup při zadání požadavku</w:t>
      </w:r>
    </w:p>
    <w:p w14:paraId="0F163209" w14:textId="77777777" w:rsidR="0069308B" w:rsidRPr="00C27636" w:rsidRDefault="00590C5C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Příloh</w:t>
      </w:r>
      <w:r w:rsidR="0069308B" w:rsidRPr="00C27636">
        <w:rPr>
          <w:szCs w:val="20"/>
        </w:rPr>
        <w:t>a č. 3b)  HelpDesk – obsah požadavku</w:t>
      </w:r>
    </w:p>
    <w:p w14:paraId="618A4D26" w14:textId="77777777" w:rsidR="0069308B" w:rsidRPr="00C27636" w:rsidRDefault="00590C5C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lastRenderedPageBreak/>
        <w:t>Příloh</w:t>
      </w:r>
      <w:r w:rsidR="0069308B" w:rsidRPr="00C27636">
        <w:rPr>
          <w:szCs w:val="20"/>
        </w:rPr>
        <w:t>a č. 3c)  HelpDesk – stavy a role</w:t>
      </w:r>
    </w:p>
    <w:p w14:paraId="11BE8865" w14:textId="77777777" w:rsidR="0069308B" w:rsidRPr="00C27636" w:rsidRDefault="00590C5C" w:rsidP="0069308B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Příloh</w:t>
      </w:r>
      <w:r w:rsidR="0069308B" w:rsidRPr="00C27636">
        <w:rPr>
          <w:szCs w:val="20"/>
        </w:rPr>
        <w:t>a č. 3d)  HelpDesk – funkce</w:t>
      </w:r>
    </w:p>
    <w:p w14:paraId="55833925" w14:textId="77777777" w:rsidR="00205650" w:rsidRPr="00C27636" w:rsidRDefault="00205650" w:rsidP="00205650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Příloha č. 4)    Seznam oprávněných osob</w:t>
      </w:r>
    </w:p>
    <w:p w14:paraId="263431F6" w14:textId="77777777" w:rsidR="00205650" w:rsidRPr="00C27636" w:rsidRDefault="00205650" w:rsidP="00205650">
      <w:pPr>
        <w:pStyle w:val="Bezmezer"/>
        <w:spacing w:line="276" w:lineRule="auto"/>
        <w:rPr>
          <w:szCs w:val="20"/>
        </w:rPr>
      </w:pPr>
      <w:r w:rsidRPr="00C27636">
        <w:rPr>
          <w:szCs w:val="20"/>
        </w:rPr>
        <w:t>Příloha č. 5)    Technické podmínky</w:t>
      </w:r>
    </w:p>
    <w:sectPr w:rsidR="00205650" w:rsidRPr="00C27636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BAB8E" w14:textId="77777777" w:rsidR="00846457" w:rsidRDefault="00846457" w:rsidP="00962258">
      <w:pPr>
        <w:spacing w:after="0" w:line="240" w:lineRule="auto"/>
      </w:pPr>
      <w:r>
        <w:separator/>
      </w:r>
    </w:p>
  </w:endnote>
  <w:endnote w:type="continuationSeparator" w:id="0">
    <w:p w14:paraId="3BA695D4" w14:textId="77777777" w:rsidR="00846457" w:rsidRDefault="008464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10"/>
      <w:gridCol w:w="10065"/>
    </w:tblGrid>
    <w:tr w:rsidR="00A633D0" w14:paraId="1B4C5F08" w14:textId="77777777" w:rsidTr="0069308B">
      <w:tc>
        <w:tcPr>
          <w:tcW w:w="510" w:type="dxa"/>
          <w:tcMar>
            <w:left w:w="0" w:type="dxa"/>
            <w:right w:w="0" w:type="dxa"/>
          </w:tcMar>
          <w:vAlign w:val="bottom"/>
        </w:tcPr>
        <w:p w14:paraId="046F4299" w14:textId="77777777" w:rsidR="00A633D0" w:rsidRPr="00B8518B" w:rsidRDefault="00A633D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1CE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1CE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10065" w:type="dxa"/>
          <w:shd w:val="clear" w:color="auto" w:fill="auto"/>
          <w:tcMar>
            <w:left w:w="0" w:type="dxa"/>
            <w:right w:w="0" w:type="dxa"/>
          </w:tcMar>
        </w:tcPr>
        <w:p w14:paraId="3B5A8927" w14:textId="77777777" w:rsidR="00A633D0" w:rsidRDefault="00A633D0" w:rsidP="00F767CD">
          <w:pPr>
            <w:pStyle w:val="Zpat"/>
          </w:pPr>
        </w:p>
      </w:tc>
    </w:tr>
  </w:tbl>
  <w:p w14:paraId="5BE682C8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17D580A1" wp14:editId="74B45C5A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19551B" id="Straight Connector 8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37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77"/>
      <w:gridCol w:w="3545"/>
      <w:gridCol w:w="2835"/>
      <w:gridCol w:w="2921"/>
    </w:tblGrid>
    <w:tr w:rsidR="0069308B" w14:paraId="4B62F4A4" w14:textId="77777777" w:rsidTr="0069308B">
      <w:tc>
        <w:tcPr>
          <w:tcW w:w="1077" w:type="dxa"/>
          <w:tcMar>
            <w:left w:w="0" w:type="dxa"/>
            <w:right w:w="0" w:type="dxa"/>
          </w:tcMar>
          <w:vAlign w:val="bottom"/>
        </w:tcPr>
        <w:p w14:paraId="7F5488BC" w14:textId="77777777" w:rsidR="0069308B" w:rsidRPr="00B8518B" w:rsidRDefault="0069308B" w:rsidP="006930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1C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1CE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545" w:type="dxa"/>
          <w:shd w:val="clear" w:color="auto" w:fill="auto"/>
          <w:tcMar>
            <w:left w:w="0" w:type="dxa"/>
            <w:right w:w="0" w:type="dxa"/>
          </w:tcMar>
        </w:tcPr>
        <w:p w14:paraId="690E8E34" w14:textId="77777777" w:rsidR="0069308B" w:rsidRDefault="0069308B" w:rsidP="0069308B">
          <w:pPr>
            <w:pStyle w:val="Zpat"/>
          </w:pPr>
          <w:r>
            <w:t>Správa železnic, státní organizace</w:t>
          </w:r>
        </w:p>
        <w:p w14:paraId="6E724F1C" w14:textId="77777777" w:rsidR="0069308B" w:rsidRDefault="0069308B" w:rsidP="0069308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51C66E" w14:textId="77777777" w:rsidR="0069308B" w:rsidRDefault="0069308B" w:rsidP="0069308B">
          <w:pPr>
            <w:pStyle w:val="Zpat"/>
          </w:pPr>
          <w:r>
            <w:t>Sídlo: Dlážděná 1003/7, 110 00 Praha 1 1</w:t>
          </w:r>
        </w:p>
        <w:p w14:paraId="06363B1D" w14:textId="77777777" w:rsidR="0069308B" w:rsidRDefault="0069308B" w:rsidP="0069308B">
          <w:pPr>
            <w:pStyle w:val="Zpat"/>
          </w:pPr>
          <w:r>
            <w:t>IČO: 709 94 234 DIČ: CZ 709 94 234</w:t>
          </w:r>
        </w:p>
        <w:p w14:paraId="69867025" w14:textId="77777777" w:rsidR="0069308B" w:rsidRDefault="002C5246" w:rsidP="002C5246">
          <w:pPr>
            <w:pStyle w:val="Zpat"/>
          </w:pPr>
          <w:r>
            <w:t>spravazeleznic</w:t>
          </w:r>
          <w:r w:rsidR="0069308B">
            <w:t>.cz</w:t>
          </w:r>
        </w:p>
      </w:tc>
      <w:tc>
        <w:tcPr>
          <w:tcW w:w="2921" w:type="dxa"/>
        </w:tcPr>
        <w:p w14:paraId="65892683" w14:textId="77777777" w:rsidR="0069308B" w:rsidRPr="00AA78CD" w:rsidRDefault="0069308B" w:rsidP="0069308B">
          <w:pPr>
            <w:pStyle w:val="Zpat"/>
            <w:ind w:left="373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59975F15" w14:textId="77777777" w:rsidR="0069308B" w:rsidRPr="00AA78CD" w:rsidRDefault="0069308B" w:rsidP="0069308B">
          <w:pPr>
            <w:pStyle w:val="Zpat"/>
            <w:ind w:left="373"/>
            <w:rPr>
              <w:b/>
            </w:rPr>
          </w:pPr>
          <w:r w:rsidRPr="00AA78CD">
            <w:rPr>
              <w:b/>
            </w:rPr>
            <w:t>Kounicova 26</w:t>
          </w:r>
        </w:p>
        <w:p w14:paraId="1F278D43" w14:textId="77777777" w:rsidR="0069308B" w:rsidRDefault="0069308B" w:rsidP="0069308B">
          <w:pPr>
            <w:pStyle w:val="Zpat"/>
            <w:ind w:left="373"/>
          </w:pPr>
          <w:r w:rsidRPr="00AA78CD">
            <w:rPr>
              <w:b/>
            </w:rPr>
            <w:t>611 43  Brno</w:t>
          </w:r>
        </w:p>
      </w:tc>
    </w:tr>
  </w:tbl>
  <w:p w14:paraId="2E502559" w14:textId="77777777" w:rsidR="0069308B" w:rsidRDefault="006930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26EAB" w14:textId="77777777" w:rsidR="00846457" w:rsidRDefault="00846457" w:rsidP="00962258">
      <w:pPr>
        <w:spacing w:after="0" w:line="240" w:lineRule="auto"/>
      </w:pPr>
      <w:r>
        <w:separator/>
      </w:r>
    </w:p>
  </w:footnote>
  <w:footnote w:type="continuationSeparator" w:id="0">
    <w:p w14:paraId="6329A08F" w14:textId="77777777" w:rsidR="00846457" w:rsidRDefault="008464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1D99B" w14:textId="0B53AA65" w:rsidR="00DC7951" w:rsidRDefault="00DC79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47844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D650644" w14:textId="0E847A47" w:rsidR="00F1715C" w:rsidRPr="00B8518B" w:rsidRDefault="00F37A56" w:rsidP="0069308B">
          <w:pPr>
            <w:pStyle w:val="Zpat"/>
            <w:rPr>
              <w:rStyle w:val="slostrnky"/>
            </w:rPr>
          </w:pPr>
          <w:r>
            <w:rPr>
              <w:rStyle w:val="slostrnky"/>
            </w:rPr>
            <w:br/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AE1EF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E7CA45" w14:textId="77777777" w:rsidR="00F1715C" w:rsidRPr="00D6163D" w:rsidRDefault="00F1715C" w:rsidP="00D6163D">
          <w:pPr>
            <w:pStyle w:val="Druhdokumentu"/>
          </w:pPr>
        </w:p>
      </w:tc>
    </w:tr>
  </w:tbl>
  <w:p w14:paraId="22AB192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16162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E6DDC1" w14:textId="4DDC10FC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60F4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013F7CC" w14:textId="77777777" w:rsidR="00F1715C" w:rsidRPr="00D6163D" w:rsidRDefault="00F1715C" w:rsidP="00FC6389">
          <w:pPr>
            <w:pStyle w:val="Druhdokumentu"/>
          </w:pPr>
        </w:p>
      </w:tc>
    </w:tr>
    <w:tr w:rsidR="009F392E" w14:paraId="48396D6E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2F5D26E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AAE12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8CA8ED" w14:textId="77777777" w:rsidR="009F392E" w:rsidRPr="00D6163D" w:rsidRDefault="009F392E" w:rsidP="00FC6389">
          <w:pPr>
            <w:pStyle w:val="Druhdokumentu"/>
          </w:pPr>
        </w:p>
      </w:tc>
    </w:tr>
  </w:tbl>
  <w:p w14:paraId="5E27ED00" w14:textId="77777777" w:rsidR="00F1715C" w:rsidRPr="00D6163D" w:rsidRDefault="0034710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4647EDEB" wp14:editId="507F28B6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BC034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A651C"/>
    <w:multiLevelType w:val="multilevel"/>
    <w:tmpl w:val="BF50ECB4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E00586"/>
    <w:multiLevelType w:val="hybridMultilevel"/>
    <w:tmpl w:val="F12E01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461728403">
    <w:abstractNumId w:val="3"/>
  </w:num>
  <w:num w:numId="2" w16cid:durableId="661542153">
    <w:abstractNumId w:val="0"/>
  </w:num>
  <w:num w:numId="3" w16cid:durableId="1690326267">
    <w:abstractNumId w:val="4"/>
  </w:num>
  <w:num w:numId="4" w16cid:durableId="1433552966">
    <w:abstractNumId w:val="5"/>
  </w:num>
  <w:num w:numId="5" w16cid:durableId="1413165330">
    <w:abstractNumId w:val="1"/>
  </w:num>
  <w:num w:numId="6" w16cid:durableId="188732628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08B"/>
    <w:rsid w:val="00003948"/>
    <w:rsid w:val="000122DA"/>
    <w:rsid w:val="000310ED"/>
    <w:rsid w:val="00035D86"/>
    <w:rsid w:val="00044369"/>
    <w:rsid w:val="00046301"/>
    <w:rsid w:val="000604E6"/>
    <w:rsid w:val="00072C1E"/>
    <w:rsid w:val="00074F53"/>
    <w:rsid w:val="000B4EB8"/>
    <w:rsid w:val="000C41F2"/>
    <w:rsid w:val="000C4709"/>
    <w:rsid w:val="000C7FED"/>
    <w:rsid w:val="000D22C4"/>
    <w:rsid w:val="000D27D1"/>
    <w:rsid w:val="000D650D"/>
    <w:rsid w:val="000E249D"/>
    <w:rsid w:val="00107BCB"/>
    <w:rsid w:val="00111319"/>
    <w:rsid w:val="00114472"/>
    <w:rsid w:val="001150F2"/>
    <w:rsid w:val="00117B30"/>
    <w:rsid w:val="0012342E"/>
    <w:rsid w:val="001245C1"/>
    <w:rsid w:val="00146C5E"/>
    <w:rsid w:val="001607F3"/>
    <w:rsid w:val="00162079"/>
    <w:rsid w:val="00170EC5"/>
    <w:rsid w:val="001747C1"/>
    <w:rsid w:val="0017605C"/>
    <w:rsid w:val="0018104E"/>
    <w:rsid w:val="00196014"/>
    <w:rsid w:val="001B4E74"/>
    <w:rsid w:val="001D6603"/>
    <w:rsid w:val="001E795E"/>
    <w:rsid w:val="001F04DF"/>
    <w:rsid w:val="001F2A1B"/>
    <w:rsid w:val="001F2BE2"/>
    <w:rsid w:val="001F30EF"/>
    <w:rsid w:val="00205650"/>
    <w:rsid w:val="002064F1"/>
    <w:rsid w:val="00207DF5"/>
    <w:rsid w:val="00221BB3"/>
    <w:rsid w:val="002248C7"/>
    <w:rsid w:val="00242C0E"/>
    <w:rsid w:val="00261A5B"/>
    <w:rsid w:val="00277DB4"/>
    <w:rsid w:val="002806C9"/>
    <w:rsid w:val="0028070A"/>
    <w:rsid w:val="00283E01"/>
    <w:rsid w:val="00284913"/>
    <w:rsid w:val="00285D2E"/>
    <w:rsid w:val="002863A9"/>
    <w:rsid w:val="00287C3A"/>
    <w:rsid w:val="00296DC2"/>
    <w:rsid w:val="002B5243"/>
    <w:rsid w:val="002C31BF"/>
    <w:rsid w:val="002C5246"/>
    <w:rsid w:val="002D272C"/>
    <w:rsid w:val="002E0CD7"/>
    <w:rsid w:val="002E3AC4"/>
    <w:rsid w:val="002E5062"/>
    <w:rsid w:val="002F637A"/>
    <w:rsid w:val="00316A72"/>
    <w:rsid w:val="00327EEF"/>
    <w:rsid w:val="0034450D"/>
    <w:rsid w:val="00344DEA"/>
    <w:rsid w:val="0034710F"/>
    <w:rsid w:val="0034719F"/>
    <w:rsid w:val="00347E23"/>
    <w:rsid w:val="00355250"/>
    <w:rsid w:val="00355390"/>
    <w:rsid w:val="003571D8"/>
    <w:rsid w:val="00357BC6"/>
    <w:rsid w:val="00360C25"/>
    <w:rsid w:val="00361422"/>
    <w:rsid w:val="003711E4"/>
    <w:rsid w:val="00371790"/>
    <w:rsid w:val="003718F0"/>
    <w:rsid w:val="00393CAA"/>
    <w:rsid w:val="003956C6"/>
    <w:rsid w:val="003A046D"/>
    <w:rsid w:val="003C26D7"/>
    <w:rsid w:val="003C4BD5"/>
    <w:rsid w:val="003C7C69"/>
    <w:rsid w:val="004106CE"/>
    <w:rsid w:val="0041564F"/>
    <w:rsid w:val="00432079"/>
    <w:rsid w:val="00443324"/>
    <w:rsid w:val="00450F07"/>
    <w:rsid w:val="00452DC6"/>
    <w:rsid w:val="00453CD3"/>
    <w:rsid w:val="00460660"/>
    <w:rsid w:val="0046730D"/>
    <w:rsid w:val="00467957"/>
    <w:rsid w:val="004776F7"/>
    <w:rsid w:val="00480FF6"/>
    <w:rsid w:val="00481A41"/>
    <w:rsid w:val="00486107"/>
    <w:rsid w:val="00491827"/>
    <w:rsid w:val="004A7471"/>
    <w:rsid w:val="004C4399"/>
    <w:rsid w:val="004C787C"/>
    <w:rsid w:val="004D12F7"/>
    <w:rsid w:val="004D533B"/>
    <w:rsid w:val="004D7393"/>
    <w:rsid w:val="004E2C51"/>
    <w:rsid w:val="004E3CAD"/>
    <w:rsid w:val="004E6D01"/>
    <w:rsid w:val="004E7A1F"/>
    <w:rsid w:val="004F4B9B"/>
    <w:rsid w:val="004F76E1"/>
    <w:rsid w:val="00511AB9"/>
    <w:rsid w:val="005179E6"/>
    <w:rsid w:val="00523BB5"/>
    <w:rsid w:val="00523EA7"/>
    <w:rsid w:val="005406EB"/>
    <w:rsid w:val="00551250"/>
    <w:rsid w:val="00553375"/>
    <w:rsid w:val="005736B7"/>
    <w:rsid w:val="00575E5A"/>
    <w:rsid w:val="00590C5C"/>
    <w:rsid w:val="005E24FC"/>
    <w:rsid w:val="00607F15"/>
    <w:rsid w:val="0061068E"/>
    <w:rsid w:val="0061664C"/>
    <w:rsid w:val="00642135"/>
    <w:rsid w:val="00650D5A"/>
    <w:rsid w:val="00651B46"/>
    <w:rsid w:val="006605D5"/>
    <w:rsid w:val="00660AD3"/>
    <w:rsid w:val="00664F56"/>
    <w:rsid w:val="0066671E"/>
    <w:rsid w:val="00674B6F"/>
    <w:rsid w:val="006848B6"/>
    <w:rsid w:val="006861A1"/>
    <w:rsid w:val="0069308B"/>
    <w:rsid w:val="006A5570"/>
    <w:rsid w:val="006A689C"/>
    <w:rsid w:val="006A7178"/>
    <w:rsid w:val="006B3D79"/>
    <w:rsid w:val="006E0578"/>
    <w:rsid w:val="006E314D"/>
    <w:rsid w:val="006F62F5"/>
    <w:rsid w:val="006F70CC"/>
    <w:rsid w:val="00710723"/>
    <w:rsid w:val="0071113A"/>
    <w:rsid w:val="0071604B"/>
    <w:rsid w:val="00723ED1"/>
    <w:rsid w:val="00726520"/>
    <w:rsid w:val="0073153E"/>
    <w:rsid w:val="00742F51"/>
    <w:rsid w:val="00743525"/>
    <w:rsid w:val="007474D7"/>
    <w:rsid w:val="00753E46"/>
    <w:rsid w:val="0076286B"/>
    <w:rsid w:val="00766846"/>
    <w:rsid w:val="0077673A"/>
    <w:rsid w:val="007846E1"/>
    <w:rsid w:val="00795C80"/>
    <w:rsid w:val="007B08E5"/>
    <w:rsid w:val="007B570C"/>
    <w:rsid w:val="007D48C7"/>
    <w:rsid w:val="007D7419"/>
    <w:rsid w:val="007E1DF9"/>
    <w:rsid w:val="007E4A6E"/>
    <w:rsid w:val="007F56A7"/>
    <w:rsid w:val="00807DD0"/>
    <w:rsid w:val="00824B6B"/>
    <w:rsid w:val="008254BC"/>
    <w:rsid w:val="00842AD2"/>
    <w:rsid w:val="00846457"/>
    <w:rsid w:val="00856E91"/>
    <w:rsid w:val="0086560D"/>
    <w:rsid w:val="00875A34"/>
    <w:rsid w:val="00881F39"/>
    <w:rsid w:val="008859BF"/>
    <w:rsid w:val="008A3568"/>
    <w:rsid w:val="008D03B9"/>
    <w:rsid w:val="008E7360"/>
    <w:rsid w:val="008F07E9"/>
    <w:rsid w:val="008F0A92"/>
    <w:rsid w:val="008F18D6"/>
    <w:rsid w:val="00904780"/>
    <w:rsid w:val="00905074"/>
    <w:rsid w:val="00910AC6"/>
    <w:rsid w:val="00917CF3"/>
    <w:rsid w:val="00922385"/>
    <w:rsid w:val="009223DF"/>
    <w:rsid w:val="00924C2D"/>
    <w:rsid w:val="00931862"/>
    <w:rsid w:val="00936091"/>
    <w:rsid w:val="009402A5"/>
    <w:rsid w:val="00940D8A"/>
    <w:rsid w:val="009515D7"/>
    <w:rsid w:val="00960CBC"/>
    <w:rsid w:val="00962258"/>
    <w:rsid w:val="00966CA4"/>
    <w:rsid w:val="009678B7"/>
    <w:rsid w:val="009750D5"/>
    <w:rsid w:val="00981224"/>
    <w:rsid w:val="00986C12"/>
    <w:rsid w:val="009902DF"/>
    <w:rsid w:val="00992207"/>
    <w:rsid w:val="00992D9C"/>
    <w:rsid w:val="00996CB8"/>
    <w:rsid w:val="009A1B5E"/>
    <w:rsid w:val="009B0556"/>
    <w:rsid w:val="009B2E97"/>
    <w:rsid w:val="009B7370"/>
    <w:rsid w:val="009C2AFD"/>
    <w:rsid w:val="009C442C"/>
    <w:rsid w:val="009E07F4"/>
    <w:rsid w:val="009F309B"/>
    <w:rsid w:val="009F392E"/>
    <w:rsid w:val="009F5373"/>
    <w:rsid w:val="00A032C4"/>
    <w:rsid w:val="00A06219"/>
    <w:rsid w:val="00A21066"/>
    <w:rsid w:val="00A500EA"/>
    <w:rsid w:val="00A50641"/>
    <w:rsid w:val="00A530BF"/>
    <w:rsid w:val="00A53B7D"/>
    <w:rsid w:val="00A54F44"/>
    <w:rsid w:val="00A6177B"/>
    <w:rsid w:val="00A633D0"/>
    <w:rsid w:val="00A66136"/>
    <w:rsid w:val="00A71189"/>
    <w:rsid w:val="00A753ED"/>
    <w:rsid w:val="00A87355"/>
    <w:rsid w:val="00A94C2F"/>
    <w:rsid w:val="00AA4CBB"/>
    <w:rsid w:val="00AA65FA"/>
    <w:rsid w:val="00AA7351"/>
    <w:rsid w:val="00AA7C92"/>
    <w:rsid w:val="00AB04A3"/>
    <w:rsid w:val="00AB2BFD"/>
    <w:rsid w:val="00AB7A93"/>
    <w:rsid w:val="00AC3456"/>
    <w:rsid w:val="00AC51E3"/>
    <w:rsid w:val="00AC5C89"/>
    <w:rsid w:val="00AD056F"/>
    <w:rsid w:val="00AD6731"/>
    <w:rsid w:val="00AF2703"/>
    <w:rsid w:val="00B008D5"/>
    <w:rsid w:val="00B15D0D"/>
    <w:rsid w:val="00B266FB"/>
    <w:rsid w:val="00B27D49"/>
    <w:rsid w:val="00B30240"/>
    <w:rsid w:val="00B370D4"/>
    <w:rsid w:val="00B4165F"/>
    <w:rsid w:val="00B475C3"/>
    <w:rsid w:val="00B54F43"/>
    <w:rsid w:val="00B650D9"/>
    <w:rsid w:val="00B74296"/>
    <w:rsid w:val="00B75EE1"/>
    <w:rsid w:val="00B77481"/>
    <w:rsid w:val="00B8518B"/>
    <w:rsid w:val="00BB174E"/>
    <w:rsid w:val="00BB6711"/>
    <w:rsid w:val="00BC3664"/>
    <w:rsid w:val="00BD3336"/>
    <w:rsid w:val="00BD43FE"/>
    <w:rsid w:val="00BD7E91"/>
    <w:rsid w:val="00BD7F0D"/>
    <w:rsid w:val="00BF5BB7"/>
    <w:rsid w:val="00C02D0A"/>
    <w:rsid w:val="00C03A6E"/>
    <w:rsid w:val="00C04448"/>
    <w:rsid w:val="00C05318"/>
    <w:rsid w:val="00C26607"/>
    <w:rsid w:val="00C27636"/>
    <w:rsid w:val="00C3248A"/>
    <w:rsid w:val="00C34729"/>
    <w:rsid w:val="00C420CA"/>
    <w:rsid w:val="00C43C72"/>
    <w:rsid w:val="00C44F6A"/>
    <w:rsid w:val="00C6198E"/>
    <w:rsid w:val="00C744BE"/>
    <w:rsid w:val="00C778A5"/>
    <w:rsid w:val="00C847D9"/>
    <w:rsid w:val="00C87944"/>
    <w:rsid w:val="00C95162"/>
    <w:rsid w:val="00CA071B"/>
    <w:rsid w:val="00CA1606"/>
    <w:rsid w:val="00CB7DA8"/>
    <w:rsid w:val="00CD0177"/>
    <w:rsid w:val="00CD1FC4"/>
    <w:rsid w:val="00CF2DEE"/>
    <w:rsid w:val="00CF3DAA"/>
    <w:rsid w:val="00D00A04"/>
    <w:rsid w:val="00D034A0"/>
    <w:rsid w:val="00D03A67"/>
    <w:rsid w:val="00D20834"/>
    <w:rsid w:val="00D20985"/>
    <w:rsid w:val="00D21061"/>
    <w:rsid w:val="00D324B6"/>
    <w:rsid w:val="00D4108E"/>
    <w:rsid w:val="00D6163D"/>
    <w:rsid w:val="00D6274E"/>
    <w:rsid w:val="00D709E9"/>
    <w:rsid w:val="00D7618A"/>
    <w:rsid w:val="00D81A78"/>
    <w:rsid w:val="00D823C1"/>
    <w:rsid w:val="00D827FE"/>
    <w:rsid w:val="00D831A3"/>
    <w:rsid w:val="00D9415B"/>
    <w:rsid w:val="00DA3711"/>
    <w:rsid w:val="00DA3938"/>
    <w:rsid w:val="00DB0EDF"/>
    <w:rsid w:val="00DB3E75"/>
    <w:rsid w:val="00DC25C0"/>
    <w:rsid w:val="00DC7951"/>
    <w:rsid w:val="00DD46F3"/>
    <w:rsid w:val="00DE05E3"/>
    <w:rsid w:val="00DE56F2"/>
    <w:rsid w:val="00DE68D5"/>
    <w:rsid w:val="00DE7B09"/>
    <w:rsid w:val="00DF0EEC"/>
    <w:rsid w:val="00DF116D"/>
    <w:rsid w:val="00DF5F19"/>
    <w:rsid w:val="00E04ABF"/>
    <w:rsid w:val="00E1013A"/>
    <w:rsid w:val="00E1195D"/>
    <w:rsid w:val="00E218B5"/>
    <w:rsid w:val="00E27ABA"/>
    <w:rsid w:val="00E407F7"/>
    <w:rsid w:val="00E47851"/>
    <w:rsid w:val="00E62D5D"/>
    <w:rsid w:val="00E658C6"/>
    <w:rsid w:val="00E87AF1"/>
    <w:rsid w:val="00EB104F"/>
    <w:rsid w:val="00EB303B"/>
    <w:rsid w:val="00ED14BD"/>
    <w:rsid w:val="00EE353D"/>
    <w:rsid w:val="00EF1CE6"/>
    <w:rsid w:val="00F0092E"/>
    <w:rsid w:val="00F016C7"/>
    <w:rsid w:val="00F05470"/>
    <w:rsid w:val="00F12DEC"/>
    <w:rsid w:val="00F14159"/>
    <w:rsid w:val="00F1715C"/>
    <w:rsid w:val="00F20B67"/>
    <w:rsid w:val="00F21FB7"/>
    <w:rsid w:val="00F257A7"/>
    <w:rsid w:val="00F260F0"/>
    <w:rsid w:val="00F310F8"/>
    <w:rsid w:val="00F35939"/>
    <w:rsid w:val="00F37A56"/>
    <w:rsid w:val="00F45607"/>
    <w:rsid w:val="00F659EB"/>
    <w:rsid w:val="00F767CD"/>
    <w:rsid w:val="00F8233B"/>
    <w:rsid w:val="00F86BA6"/>
    <w:rsid w:val="00F8796C"/>
    <w:rsid w:val="00F92868"/>
    <w:rsid w:val="00F93AD3"/>
    <w:rsid w:val="00FA179D"/>
    <w:rsid w:val="00FB6342"/>
    <w:rsid w:val="00FC6389"/>
    <w:rsid w:val="00FD5FCB"/>
    <w:rsid w:val="00FE586E"/>
    <w:rsid w:val="00FF19B6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04975"/>
  <w14:defaultImageDpi w14:val="32767"/>
  <w15:docId w15:val="{78822C4B-91E5-4ED7-A3C4-E6E598B9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08B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1564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TPNadpis-2slovan">
    <w:name w:val="TP_Nadpis-2_číslovaný"/>
    <w:next w:val="TPText-1slovan"/>
    <w:qFormat/>
    <w:rsid w:val="0069308B"/>
    <w:pPr>
      <w:keepNext/>
      <w:numPr>
        <w:ilvl w:val="1"/>
        <w:numId w:val="5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69308B"/>
    <w:pPr>
      <w:numPr>
        <w:ilvl w:val="2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69308B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69308B"/>
    <w:pPr>
      <w:keepNext/>
      <w:numPr>
        <w:numId w:val="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69308B"/>
    <w:pPr>
      <w:numPr>
        <w:ilvl w:val="3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neslovn">
    <w:name w:val="TP_NADPIS-1_nečíslování"/>
    <w:basedOn w:val="Normln"/>
    <w:link w:val="TPNADPIS-1neslovnChar"/>
    <w:qFormat/>
    <w:rsid w:val="0069308B"/>
    <w:pPr>
      <w:keepNext/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neslovnChar">
    <w:name w:val="TP_NADPIS-1_nečíslování Char"/>
    <w:basedOn w:val="Standardnpsmoodstavce"/>
    <w:link w:val="TPNADPIS-1neslovn"/>
    <w:rsid w:val="0069308B"/>
    <w:rPr>
      <w:rFonts w:ascii="Calibri" w:eastAsia="Calibri" w:hAnsi="Calibri" w:cs="Arial"/>
      <w:b/>
      <w:cap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F2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2D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2D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2D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2D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ae\Documents\A%20&#353;ablony%202020\sprava-zeleznic_prezencni-listina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E559D0-61CF-4C66-A477-09CF6CB17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997FEA-2D6F-4170-A87E-523B5525CD9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C2B75D2-B5F5-4CC7-AC68-AFD3FCE3AB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C0EE8D-3D74-4B6B-983C-1DD33F1EFA0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sprava-zeleznic_prezencni-listina_v6_SABLONA.dotx</Template>
  <TotalTime>175</TotalTime>
  <Pages>9</Pages>
  <Words>2715</Words>
  <Characters>16023</Characters>
  <Application>Microsoft Office Word</Application>
  <DocSecurity>0</DocSecurity>
  <Lines>133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Tichá Eva, Mgr.</dc:creator>
  <cp:lastModifiedBy>Gregorová Elena, Ing.</cp:lastModifiedBy>
  <cp:revision>15</cp:revision>
  <cp:lastPrinted>2017-11-27T16:01:00Z</cp:lastPrinted>
  <dcterms:created xsi:type="dcterms:W3CDTF">2025-05-27T12:48:00Z</dcterms:created>
  <dcterms:modified xsi:type="dcterms:W3CDTF">2025-07-08T13:56:00Z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